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6"/>
        <w:gridCol w:w="4189"/>
      </w:tblGrid>
      <w:tr w:rsidR="00D66B56" w:rsidRPr="003824B7" w:rsidTr="003972A1">
        <w:tc>
          <w:tcPr>
            <w:tcW w:w="5106" w:type="dxa"/>
          </w:tcPr>
          <w:p w:rsidR="00D66B56" w:rsidRPr="003824B7" w:rsidRDefault="003824B7" w:rsidP="003972A1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2848" behindDoc="1" locked="0" layoutInCell="1" allowOverlap="1" wp14:anchorId="4E917944" wp14:editId="3DE60550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48</wp:posOffset>
                  </wp:positionV>
                  <wp:extent cx="3136900" cy="2552065"/>
                  <wp:effectExtent l="0" t="0" r="6350" b="0"/>
                  <wp:wrapTight wrapText="bothSides">
                    <wp:wrapPolygon edited="0">
                      <wp:start x="4066" y="0"/>
                      <wp:lineTo x="0" y="1451"/>
                      <wp:lineTo x="0" y="2580"/>
                      <wp:lineTo x="2623" y="3225"/>
                      <wp:lineTo x="2755" y="3870"/>
                      <wp:lineTo x="6952" y="5321"/>
                      <wp:lineTo x="2886" y="6772"/>
                      <wp:lineTo x="3017" y="7900"/>
                      <wp:lineTo x="0" y="8223"/>
                      <wp:lineTo x="0" y="10480"/>
                      <wp:lineTo x="918" y="10480"/>
                      <wp:lineTo x="918" y="12899"/>
                      <wp:lineTo x="3935" y="13544"/>
                      <wp:lineTo x="4066" y="14672"/>
                      <wp:lineTo x="10756" y="15640"/>
                      <wp:lineTo x="1312" y="17897"/>
                      <wp:lineTo x="787" y="18703"/>
                      <wp:lineTo x="787" y="20960"/>
                      <wp:lineTo x="20988" y="21283"/>
                      <wp:lineTo x="21513" y="21283"/>
                      <wp:lineTo x="21513" y="19993"/>
                      <wp:lineTo x="19151" y="19509"/>
                      <wp:lineTo x="10756" y="18219"/>
                      <wp:lineTo x="20463" y="18219"/>
                      <wp:lineTo x="20463" y="17897"/>
                      <wp:lineTo x="10756" y="15640"/>
                      <wp:lineTo x="17709" y="14834"/>
                      <wp:lineTo x="17971" y="13382"/>
                      <wp:lineTo x="20988" y="12899"/>
                      <wp:lineTo x="20857" y="10480"/>
                      <wp:lineTo x="21513" y="10480"/>
                      <wp:lineTo x="21513" y="8223"/>
                      <wp:lineTo x="18627" y="7900"/>
                      <wp:lineTo x="18889" y="6772"/>
                      <wp:lineTo x="15085" y="5321"/>
                      <wp:lineTo x="16528" y="5321"/>
                      <wp:lineTo x="19283" y="3547"/>
                      <wp:lineTo x="19151" y="2741"/>
                      <wp:lineTo x="21513" y="2741"/>
                      <wp:lineTo x="21513" y="1935"/>
                      <wp:lineTo x="17709" y="0"/>
                      <wp:lineTo x="4066" y="0"/>
                    </wp:wrapPolygon>
                  </wp:wrapTight>
                  <wp:docPr id="2" name="Рисунок 2" descr="Общ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бщ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900" cy="2552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6B56" w:rsidRPr="003824B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B16D8BD" wp14:editId="4685B189">
                      <wp:simplePos x="0" y="0"/>
                      <wp:positionH relativeFrom="column">
                        <wp:posOffset>1809750</wp:posOffset>
                      </wp:positionH>
                      <wp:positionV relativeFrom="paragraph">
                        <wp:posOffset>2171065</wp:posOffset>
                      </wp:positionV>
                      <wp:extent cx="1089025" cy="228600"/>
                      <wp:effectExtent l="0" t="0" r="0" b="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90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B56" w:rsidRPr="00A16D0F" w:rsidRDefault="00D66B56" w:rsidP="00D66B56">
                                  <w:pPr>
                                    <w:pStyle w:val="a8"/>
                                    <w:rPr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B16D8B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142.5pt;margin-top:170.95pt;width:85.75pt;height:18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" filled="f" stroked="f">
                      <v:textbox inset="0,0,0,0">
                        <w:txbxContent>
                          <w:p w:rsidR="00D66B56" w:rsidRPr="00A16D0F" w:rsidRDefault="00D66B56" w:rsidP="00D66B56">
                            <w:pPr>
                              <w:pStyle w:val="a8"/>
                              <w:rPr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6B56" w:rsidRPr="003824B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1F8BDAC" wp14:editId="0E912E5A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2161540</wp:posOffset>
                      </wp:positionV>
                      <wp:extent cx="1089025" cy="228600"/>
                      <wp:effectExtent l="0" t="0" r="0" b="0"/>
                      <wp:wrapNone/>
                      <wp:docPr id="1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90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B56" w:rsidRPr="00A16D0F" w:rsidRDefault="00D66B56" w:rsidP="00D66B56">
                                  <w:pPr>
                                    <w:pStyle w:val="a8"/>
                                    <w:rPr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F8BDAC" id="_x0000_s1027" type="#_x0000_t202" style="position:absolute;margin-left:36.15pt;margin-top:170.2pt;width:85.75pt;height:18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" filled="f" stroked="f">
                      <v:textbox inset="0,0,0,0">
                        <w:txbxContent>
                          <w:p w:rsidR="00D66B56" w:rsidRPr="00A16D0F" w:rsidRDefault="00D66B56" w:rsidP="00D66B56">
                            <w:pPr>
                              <w:pStyle w:val="a8"/>
                              <w:rPr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65" w:type="dxa"/>
          </w:tcPr>
          <w:p w:rsidR="00D66B56" w:rsidRPr="003824B7" w:rsidRDefault="00D66B56" w:rsidP="003972A1">
            <w:pPr>
              <w:jc w:val="center"/>
              <w:rPr>
                <w:b/>
              </w:rPr>
            </w:pPr>
            <w:r w:rsidRPr="003824B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2ABF561" wp14:editId="49F17D67">
                      <wp:simplePos x="0" y="0"/>
                      <wp:positionH relativeFrom="column">
                        <wp:posOffset>40903</wp:posOffset>
                      </wp:positionH>
                      <wp:positionV relativeFrom="paragraph">
                        <wp:posOffset>81268</wp:posOffset>
                      </wp:positionV>
                      <wp:extent cx="2508885" cy="2228850"/>
                      <wp:effectExtent l="0" t="0" r="5715" b="0"/>
                      <wp:wrapSquare wrapText="bothSides"/>
                      <wp:docPr id="2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8885" cy="2228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833" w:rsidRPr="00BB4833" w:rsidRDefault="00BB4833" w:rsidP="00BB4833">
                                  <w:pPr>
                                    <w:pStyle w:val="a8"/>
                                    <w:spacing w:line="276" w:lineRule="auto"/>
                                    <w:jc w:val="center"/>
                                    <w:rPr>
                                      <w:color w:val="000000"/>
                                      <w:sz w:val="26"/>
                                      <w:szCs w:val="26"/>
                                      <w:shd w:val="clear" w:color="auto" w:fill="FFFFFF"/>
                                    </w:rPr>
                                  </w:pPr>
                                  <w:r w:rsidRPr="00BB4833">
                                    <w:rPr>
                                      <w:color w:val="000000"/>
                                      <w:sz w:val="26"/>
                                      <w:szCs w:val="26"/>
                                      <w:shd w:val="clear" w:color="auto" w:fill="FFFFFF"/>
                                    </w:rPr>
                                    <w:t>Руководителям</w:t>
                                  </w:r>
                                </w:p>
                                <w:p w:rsidR="00CE0A97" w:rsidRPr="00CE0A97" w:rsidRDefault="00BB4833" w:rsidP="00BB4833">
                                  <w:pPr>
                                    <w:pStyle w:val="a8"/>
                                    <w:spacing w:line="276" w:lineRule="auto"/>
                                    <w:jc w:val="center"/>
                                    <w:rPr>
                                      <w:color w:val="000000"/>
                                      <w:sz w:val="26"/>
                                      <w:szCs w:val="26"/>
                                      <w:shd w:val="clear" w:color="auto" w:fill="FFFFFF"/>
                                    </w:rPr>
                                  </w:pPr>
                                  <w:r w:rsidRPr="00BB4833">
                                    <w:rPr>
                                      <w:color w:val="000000"/>
                                      <w:sz w:val="26"/>
                                      <w:szCs w:val="26"/>
                                      <w:shd w:val="clear" w:color="auto" w:fill="FFFFFF"/>
                                    </w:rPr>
                                    <w:t>саморегулируемых организаций кадастровых инженеров</w:t>
                                  </w:r>
                                </w:p>
                                <w:p w:rsidR="00C8092F" w:rsidRPr="00C8092F" w:rsidRDefault="00CE0A97" w:rsidP="00C14A3C">
                                  <w:pPr>
                                    <w:pStyle w:val="a8"/>
                                    <w:spacing w:line="276" w:lineRule="auto"/>
                                    <w:jc w:val="center"/>
                                    <w:rPr>
                                      <w:color w:val="000000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</w:pPr>
                                  <w:r w:rsidRPr="00CE0A97">
                                    <w:rPr>
                                      <w:color w:val="000000"/>
                                      <w:sz w:val="26"/>
                                      <w:szCs w:val="26"/>
                                      <w:shd w:val="clear" w:color="auto" w:fill="FFFFFF"/>
                                    </w:rPr>
                                    <w:t>(согласно рассылке)</w:t>
                                  </w:r>
                                </w:p>
                                <w:p w:rsidR="004A3085" w:rsidRPr="00E81C22" w:rsidRDefault="004A3085" w:rsidP="00C8092F">
                                  <w:pPr>
                                    <w:pStyle w:val="a8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BF561" id="_x0000_s1028" type="#_x0000_t202" style="position:absolute;left:0;text-align:left;margin-left:3.2pt;margin-top:6.4pt;width:197.55pt;height:17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" filled="f" stroked="f">
                      <v:textbox inset="0,0,0,0">
                        <w:txbxContent>
                          <w:p w:rsidR="00BB4833" w:rsidRPr="00BB4833" w:rsidRDefault="00BB4833" w:rsidP="00BB4833">
                            <w:pPr>
                              <w:pStyle w:val="a8"/>
                              <w:spacing w:line="276" w:lineRule="auto"/>
                              <w:jc w:val="center"/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BB4833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Руководителям</w:t>
                            </w:r>
                          </w:p>
                          <w:p w:rsidR="00CE0A97" w:rsidRPr="00CE0A97" w:rsidRDefault="00BB4833" w:rsidP="00BB4833">
                            <w:pPr>
                              <w:pStyle w:val="a8"/>
                              <w:spacing w:line="276" w:lineRule="auto"/>
                              <w:jc w:val="center"/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</w:pPr>
                            <w:r w:rsidRPr="00BB4833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саморегулируемых организаций кадастровых инженеров</w:t>
                            </w:r>
                          </w:p>
                          <w:p w:rsidR="00C8092F" w:rsidRPr="00C8092F" w:rsidRDefault="00CE0A97" w:rsidP="00C14A3C">
                            <w:pPr>
                              <w:pStyle w:val="a8"/>
                              <w:spacing w:line="276" w:lineRule="auto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CE0A97">
                              <w:rPr>
                                <w:color w:val="000000"/>
                                <w:sz w:val="26"/>
                                <w:szCs w:val="26"/>
                                <w:shd w:val="clear" w:color="auto" w:fill="FFFFFF"/>
                              </w:rPr>
                              <w:t>(согласно рассылке)</w:t>
                            </w:r>
                          </w:p>
                          <w:p w:rsidR="004A3085" w:rsidRPr="00E81C22" w:rsidRDefault="004A3085" w:rsidP="00C8092F">
                            <w:pPr>
                              <w:pStyle w:val="a8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EE3588" w:rsidRDefault="003824B7" w:rsidP="00E57B89">
      <w:pPr>
        <w:pStyle w:val="af4"/>
        <w:spacing w:after="0" w:line="240" w:lineRule="auto"/>
        <w:ind w:left="-142"/>
        <w:outlineLvl w:val="0"/>
        <w:rPr>
          <w:sz w:val="24"/>
          <w:szCs w:val="24"/>
        </w:rPr>
      </w:pPr>
      <w:r>
        <w:rPr>
          <w:szCs w:val="28"/>
        </w:rPr>
        <w:t xml:space="preserve">     </w:t>
      </w:r>
      <w:bookmarkStart w:id="0" w:name="_GoBack"/>
      <w:r w:rsidR="00CE0A97" w:rsidRPr="00695E52">
        <w:rPr>
          <w:sz w:val="24"/>
          <w:szCs w:val="24"/>
        </w:rPr>
        <w:t xml:space="preserve">О </w:t>
      </w:r>
      <w:r w:rsidR="00CE0A97">
        <w:rPr>
          <w:sz w:val="24"/>
          <w:szCs w:val="24"/>
        </w:rPr>
        <w:t xml:space="preserve">включении </w:t>
      </w:r>
      <w:r w:rsidR="00EE3588">
        <w:rPr>
          <w:sz w:val="24"/>
          <w:szCs w:val="24"/>
        </w:rPr>
        <w:t>картографического материала</w:t>
      </w:r>
    </w:p>
    <w:p w:rsidR="004A3085" w:rsidRPr="00657525" w:rsidRDefault="00CE0A97" w:rsidP="00E57B89">
      <w:pPr>
        <w:pStyle w:val="af4"/>
        <w:spacing w:after="0" w:line="240" w:lineRule="auto"/>
        <w:ind w:left="-142"/>
        <w:outlineLvl w:val="0"/>
        <w:rPr>
          <w:sz w:val="24"/>
          <w:szCs w:val="24"/>
        </w:rPr>
      </w:pPr>
      <w:r>
        <w:rPr>
          <w:sz w:val="24"/>
          <w:szCs w:val="24"/>
        </w:rPr>
        <w:t>в состав ЕЭКО</w:t>
      </w:r>
      <w:bookmarkEnd w:id="0"/>
    </w:p>
    <w:p w:rsidR="002153F2" w:rsidRPr="002F409D" w:rsidRDefault="002153F2" w:rsidP="002F409D">
      <w:pPr>
        <w:ind w:firstLine="720"/>
        <w:jc w:val="both"/>
        <w:rPr>
          <w:sz w:val="26"/>
          <w:szCs w:val="26"/>
        </w:rPr>
      </w:pPr>
    </w:p>
    <w:p w:rsidR="00197BBF" w:rsidRDefault="00197BBF" w:rsidP="00D1788C">
      <w:pPr>
        <w:jc w:val="center"/>
        <w:rPr>
          <w:sz w:val="26"/>
          <w:szCs w:val="26"/>
        </w:rPr>
      </w:pPr>
    </w:p>
    <w:p w:rsidR="00CE0A97" w:rsidRPr="002F409D" w:rsidRDefault="00CE0A97" w:rsidP="00D1788C">
      <w:pPr>
        <w:jc w:val="center"/>
        <w:rPr>
          <w:sz w:val="26"/>
          <w:szCs w:val="26"/>
        </w:rPr>
      </w:pPr>
    </w:p>
    <w:p w:rsidR="00CE0A97" w:rsidRDefault="00CE0A97" w:rsidP="00CE0A97">
      <w:pPr>
        <w:pStyle w:val="a5"/>
        <w:spacing w:line="276" w:lineRule="auto"/>
        <w:jc w:val="center"/>
        <w:rPr>
          <w:sz w:val="26"/>
          <w:szCs w:val="26"/>
        </w:rPr>
      </w:pPr>
      <w:r w:rsidRPr="008B1AB2">
        <w:rPr>
          <w:sz w:val="26"/>
          <w:szCs w:val="26"/>
        </w:rPr>
        <w:t>Уважаемые коллеги!</w:t>
      </w:r>
    </w:p>
    <w:p w:rsidR="00CE0A97" w:rsidRDefault="00CE0A97" w:rsidP="00CE0A97">
      <w:pPr>
        <w:pStyle w:val="a5"/>
        <w:spacing w:line="276" w:lineRule="auto"/>
        <w:jc w:val="center"/>
        <w:rPr>
          <w:sz w:val="26"/>
          <w:szCs w:val="26"/>
        </w:rPr>
      </w:pPr>
    </w:p>
    <w:p w:rsidR="00256E6F" w:rsidRDefault="00256E6F" w:rsidP="00CE0A97">
      <w:pPr>
        <w:pStyle w:val="a5"/>
        <w:spacing w:line="276" w:lineRule="auto"/>
        <w:jc w:val="center"/>
        <w:rPr>
          <w:sz w:val="26"/>
          <w:szCs w:val="26"/>
        </w:rPr>
      </w:pPr>
    </w:p>
    <w:p w:rsidR="00CE0A97" w:rsidRDefault="00CE0A97" w:rsidP="00CE0A97">
      <w:pPr>
        <w:pStyle w:val="a5"/>
        <w:spacing w:line="276" w:lineRule="auto"/>
        <w:ind w:firstLine="709"/>
        <w:rPr>
          <w:sz w:val="26"/>
          <w:szCs w:val="26"/>
        </w:rPr>
      </w:pPr>
      <w:r w:rsidRPr="00161ED8">
        <w:rPr>
          <w:sz w:val="26"/>
          <w:szCs w:val="26"/>
        </w:rPr>
        <w:t xml:space="preserve">Управление Росреестра по Пермскому краю (далее – Управление) информирует, что в соответствии с частью I статьи 23 Федерального закона от 30.12.2015 № 431-Ф3 «О геодезии, картографии и пространственных данных и о внесении изменений в отдельные законодательные акты Российской Федерации» (далее </w:t>
      </w:r>
      <w:r w:rsidR="00D6293F">
        <w:rPr>
          <w:sz w:val="26"/>
          <w:szCs w:val="26"/>
        </w:rPr>
        <w:t>–</w:t>
      </w:r>
      <w:r w:rsidRPr="00161ED8">
        <w:rPr>
          <w:sz w:val="26"/>
          <w:szCs w:val="26"/>
        </w:rPr>
        <w:t xml:space="preserve"> </w:t>
      </w:r>
      <w:r w:rsidR="00D6293F">
        <w:rPr>
          <w:sz w:val="26"/>
          <w:szCs w:val="26"/>
          <w:lang w:val="ru-RU"/>
        </w:rPr>
        <w:t xml:space="preserve">Закон № </w:t>
      </w:r>
      <w:r w:rsidRPr="00161ED8">
        <w:rPr>
          <w:sz w:val="26"/>
          <w:szCs w:val="26"/>
        </w:rPr>
        <w:t>431-ФЗ) при осуществлении картографической деятельности для нужд органов государственной власти и органов местного самоуправления обязательно должны использоваться пространственные данные и материалы, содержащиеся в федеральном фонде пространственных данных, а с 1 января 2018 года – сведения Единой электронной картографической основы (далее - ЕЭКО).</w:t>
      </w:r>
    </w:p>
    <w:p w:rsidR="00CE0A97" w:rsidRDefault="00CE0A97" w:rsidP="00CE0A97">
      <w:pPr>
        <w:pStyle w:val="a5"/>
        <w:spacing w:line="276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В соответствии с частями 1 и 3 статьи 20 </w:t>
      </w:r>
      <w:r w:rsidR="00D6293F">
        <w:rPr>
          <w:sz w:val="26"/>
          <w:szCs w:val="26"/>
          <w:lang w:val="ru-RU"/>
        </w:rPr>
        <w:t xml:space="preserve">Закона № </w:t>
      </w:r>
      <w:r w:rsidR="00D6293F" w:rsidRPr="00161ED8">
        <w:rPr>
          <w:sz w:val="26"/>
          <w:szCs w:val="26"/>
        </w:rPr>
        <w:t>431-ФЗ</w:t>
      </w:r>
      <w:r>
        <w:rPr>
          <w:sz w:val="26"/>
          <w:szCs w:val="26"/>
        </w:rPr>
        <w:t xml:space="preserve">, создание ЕЭКО осуществляется </w:t>
      </w:r>
      <w:proofErr w:type="spellStart"/>
      <w:r>
        <w:rPr>
          <w:sz w:val="26"/>
          <w:szCs w:val="26"/>
        </w:rPr>
        <w:t>Росреестром</w:t>
      </w:r>
      <w:proofErr w:type="spellEnd"/>
      <w:r>
        <w:rPr>
          <w:sz w:val="26"/>
          <w:szCs w:val="26"/>
        </w:rPr>
        <w:t xml:space="preserve"> и </w:t>
      </w:r>
      <w:r w:rsidR="00591991" w:rsidRPr="00591991">
        <w:rPr>
          <w:sz w:val="26"/>
          <w:szCs w:val="26"/>
        </w:rPr>
        <w:t>публично</w:t>
      </w:r>
      <w:r w:rsidR="00591991">
        <w:rPr>
          <w:sz w:val="26"/>
          <w:szCs w:val="26"/>
        </w:rPr>
        <w:t>-правов</w:t>
      </w:r>
      <w:r w:rsidR="00591991">
        <w:rPr>
          <w:sz w:val="26"/>
          <w:szCs w:val="26"/>
          <w:lang w:val="ru-RU"/>
        </w:rPr>
        <w:t>ой</w:t>
      </w:r>
      <w:r w:rsidR="00591991">
        <w:rPr>
          <w:sz w:val="26"/>
          <w:szCs w:val="26"/>
        </w:rPr>
        <w:t xml:space="preserve"> компани</w:t>
      </w:r>
      <w:r w:rsidR="00591991">
        <w:rPr>
          <w:sz w:val="26"/>
          <w:szCs w:val="26"/>
          <w:lang w:val="ru-RU"/>
        </w:rPr>
        <w:t>ей</w:t>
      </w:r>
      <w:r w:rsidR="00591991">
        <w:rPr>
          <w:sz w:val="26"/>
          <w:szCs w:val="26"/>
        </w:rPr>
        <w:t xml:space="preserve"> «</w:t>
      </w:r>
      <w:proofErr w:type="spellStart"/>
      <w:r w:rsidR="00591991">
        <w:rPr>
          <w:sz w:val="26"/>
          <w:szCs w:val="26"/>
        </w:rPr>
        <w:t>Роскадастр</w:t>
      </w:r>
      <w:proofErr w:type="spellEnd"/>
      <w:r w:rsidR="00591991">
        <w:rPr>
          <w:sz w:val="26"/>
          <w:szCs w:val="26"/>
        </w:rPr>
        <w:t xml:space="preserve">» </w:t>
      </w:r>
      <w:r w:rsidR="00591991">
        <w:rPr>
          <w:sz w:val="26"/>
          <w:szCs w:val="26"/>
        </w:rPr>
        <w:br/>
        <w:t>(далее –</w:t>
      </w:r>
      <w:r w:rsidR="00591991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ППК </w:t>
      </w:r>
      <w:r w:rsidR="00591991">
        <w:rPr>
          <w:sz w:val="26"/>
          <w:szCs w:val="26"/>
          <w:lang w:val="ru-RU"/>
        </w:rPr>
        <w:t>«</w:t>
      </w:r>
      <w:proofErr w:type="spellStart"/>
      <w:r>
        <w:rPr>
          <w:sz w:val="26"/>
          <w:szCs w:val="26"/>
        </w:rPr>
        <w:t>Роскадастр</w:t>
      </w:r>
      <w:proofErr w:type="spellEnd"/>
      <w:r w:rsidR="00591991">
        <w:rPr>
          <w:sz w:val="26"/>
          <w:szCs w:val="26"/>
          <w:lang w:val="ru-RU"/>
        </w:rPr>
        <w:t>»)</w:t>
      </w:r>
      <w:r>
        <w:rPr>
          <w:sz w:val="26"/>
          <w:szCs w:val="26"/>
        </w:rPr>
        <w:t xml:space="preserve"> для обеспечения </w:t>
      </w:r>
      <w:r w:rsidR="00F87F59">
        <w:rPr>
          <w:sz w:val="26"/>
          <w:szCs w:val="26"/>
          <w:lang w:val="ru-RU"/>
        </w:rPr>
        <w:t>заинтересованных лиц</w:t>
      </w:r>
      <w:r>
        <w:rPr>
          <w:sz w:val="26"/>
          <w:szCs w:val="26"/>
        </w:rPr>
        <w:t xml:space="preserve"> легитимными и систематизированными пространственными данными, которые не содержат сведения, составляющие государственную тайну.</w:t>
      </w:r>
    </w:p>
    <w:p w:rsidR="00F87F59" w:rsidRDefault="00CE0A97" w:rsidP="00CE0A97">
      <w:pPr>
        <w:pStyle w:val="a5"/>
        <w:spacing w:line="276" w:lineRule="auto"/>
        <w:ind w:firstLine="709"/>
        <w:rPr>
          <w:sz w:val="26"/>
          <w:szCs w:val="26"/>
          <w:shd w:val="clear" w:color="auto" w:fill="FFFFFF"/>
        </w:rPr>
      </w:pPr>
      <w:r w:rsidRPr="00E174F0">
        <w:rPr>
          <w:sz w:val="26"/>
          <w:szCs w:val="26"/>
          <w:shd w:val="clear" w:color="auto" w:fill="FFFFFF"/>
        </w:rPr>
        <w:t>Информируем,</w:t>
      </w:r>
      <w:r w:rsidRPr="00161ED8">
        <w:rPr>
          <w:sz w:val="26"/>
          <w:szCs w:val="26"/>
          <w:shd w:val="clear" w:color="auto" w:fill="FFFFFF"/>
        </w:rPr>
        <w:t xml:space="preserve"> что</w:t>
      </w:r>
      <w:r>
        <w:rPr>
          <w:sz w:val="26"/>
          <w:szCs w:val="26"/>
          <w:shd w:val="clear" w:color="auto" w:fill="FFFFFF"/>
        </w:rPr>
        <w:t xml:space="preserve"> в 2023 году в состав ЕЭКО включены </w:t>
      </w:r>
      <w:r w:rsidRPr="00543E82">
        <w:rPr>
          <w:sz w:val="26"/>
          <w:szCs w:val="26"/>
          <w:shd w:val="clear" w:color="auto" w:fill="FFFFFF"/>
        </w:rPr>
        <w:t>материалы аэрофотосъемочных работ</w:t>
      </w:r>
      <w:r>
        <w:rPr>
          <w:sz w:val="26"/>
          <w:szCs w:val="26"/>
          <w:shd w:val="clear" w:color="auto" w:fill="FFFFFF"/>
        </w:rPr>
        <w:t xml:space="preserve">, проводимых в 2022 году </w:t>
      </w:r>
      <w:r w:rsidRPr="00543E82">
        <w:rPr>
          <w:sz w:val="26"/>
          <w:szCs w:val="26"/>
          <w:shd w:val="clear" w:color="auto" w:fill="FFFFFF"/>
        </w:rPr>
        <w:t xml:space="preserve">на </w:t>
      </w:r>
      <w:r>
        <w:rPr>
          <w:sz w:val="26"/>
          <w:szCs w:val="26"/>
          <w:shd w:val="clear" w:color="auto" w:fill="FFFFFF"/>
        </w:rPr>
        <w:t xml:space="preserve">территории </w:t>
      </w:r>
      <w:r w:rsidRPr="00543E82">
        <w:rPr>
          <w:sz w:val="26"/>
          <w:szCs w:val="26"/>
          <w:shd w:val="clear" w:color="auto" w:fill="FFFFFF"/>
        </w:rPr>
        <w:t xml:space="preserve">998 </w:t>
      </w:r>
      <w:r>
        <w:rPr>
          <w:sz w:val="26"/>
          <w:szCs w:val="26"/>
          <w:shd w:val="clear" w:color="auto" w:fill="FFFFFF"/>
        </w:rPr>
        <w:t xml:space="preserve"> </w:t>
      </w:r>
      <w:r w:rsidRPr="00543E82">
        <w:rPr>
          <w:sz w:val="26"/>
          <w:szCs w:val="26"/>
          <w:shd w:val="clear" w:color="auto" w:fill="FFFFFF"/>
        </w:rPr>
        <w:t>населенных пунктов</w:t>
      </w:r>
      <w:r w:rsidR="00BB4833">
        <w:rPr>
          <w:sz w:val="26"/>
          <w:szCs w:val="26"/>
          <w:shd w:val="clear" w:color="auto" w:fill="FFFFFF"/>
          <w:lang w:val="ru-RU"/>
        </w:rPr>
        <w:t xml:space="preserve"> </w:t>
      </w:r>
      <w:r w:rsidR="00BB4833">
        <w:rPr>
          <w:sz w:val="26"/>
          <w:szCs w:val="26"/>
          <w:shd w:val="clear" w:color="auto" w:fill="FFFFFF"/>
        </w:rPr>
        <w:t>(Приложение к настоящему письму)</w:t>
      </w:r>
      <w:r w:rsidRPr="00543E82">
        <w:rPr>
          <w:sz w:val="26"/>
          <w:szCs w:val="26"/>
          <w:shd w:val="clear" w:color="auto" w:fill="FFFFFF"/>
        </w:rPr>
        <w:t>, входящих в состав 14 муниципалитетов Пермского края</w:t>
      </w:r>
      <w:r>
        <w:rPr>
          <w:sz w:val="26"/>
          <w:szCs w:val="26"/>
          <w:shd w:val="clear" w:color="auto" w:fill="FFFFFF"/>
        </w:rPr>
        <w:t xml:space="preserve"> (территория Березовского, </w:t>
      </w:r>
      <w:proofErr w:type="spellStart"/>
      <w:r>
        <w:rPr>
          <w:sz w:val="26"/>
          <w:szCs w:val="26"/>
          <w:shd w:val="clear" w:color="auto" w:fill="FFFFFF"/>
        </w:rPr>
        <w:t>Кишертского</w:t>
      </w:r>
      <w:proofErr w:type="spellEnd"/>
      <w:r>
        <w:rPr>
          <w:sz w:val="26"/>
          <w:szCs w:val="26"/>
          <w:shd w:val="clear" w:color="auto" w:fill="FFFFFF"/>
        </w:rPr>
        <w:t xml:space="preserve">, Кунгурского, Пермского муниципальных округов, а также </w:t>
      </w:r>
      <w:proofErr w:type="spellStart"/>
      <w:r>
        <w:rPr>
          <w:sz w:val="26"/>
          <w:szCs w:val="26"/>
          <w:shd w:val="clear" w:color="auto" w:fill="FFFFFF"/>
        </w:rPr>
        <w:t>Добрянского</w:t>
      </w:r>
      <w:proofErr w:type="spellEnd"/>
      <w:r>
        <w:rPr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sz w:val="26"/>
          <w:szCs w:val="26"/>
          <w:shd w:val="clear" w:color="auto" w:fill="FFFFFF"/>
        </w:rPr>
        <w:t>Краснокамского</w:t>
      </w:r>
      <w:proofErr w:type="spellEnd"/>
      <w:r>
        <w:rPr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sz w:val="26"/>
          <w:szCs w:val="26"/>
          <w:shd w:val="clear" w:color="auto" w:fill="FFFFFF"/>
        </w:rPr>
        <w:t>Лысьвенского</w:t>
      </w:r>
      <w:proofErr w:type="spellEnd"/>
      <w:r>
        <w:rPr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sz w:val="26"/>
          <w:szCs w:val="26"/>
          <w:shd w:val="clear" w:color="auto" w:fill="FFFFFF"/>
        </w:rPr>
        <w:t>Нытвенского</w:t>
      </w:r>
      <w:proofErr w:type="spellEnd"/>
      <w:r>
        <w:rPr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sz w:val="26"/>
          <w:szCs w:val="26"/>
          <w:shd w:val="clear" w:color="auto" w:fill="FFFFFF"/>
        </w:rPr>
        <w:t>Чернушинского</w:t>
      </w:r>
      <w:proofErr w:type="spellEnd"/>
      <w:r>
        <w:rPr>
          <w:sz w:val="26"/>
          <w:szCs w:val="26"/>
          <w:shd w:val="clear" w:color="auto" w:fill="FFFFFF"/>
        </w:rPr>
        <w:t xml:space="preserve">, Октябрьского, </w:t>
      </w:r>
      <w:proofErr w:type="spellStart"/>
      <w:r>
        <w:rPr>
          <w:sz w:val="26"/>
          <w:szCs w:val="26"/>
          <w:shd w:val="clear" w:color="auto" w:fill="FFFFFF"/>
        </w:rPr>
        <w:t>Оханского</w:t>
      </w:r>
      <w:proofErr w:type="spellEnd"/>
      <w:r>
        <w:rPr>
          <w:sz w:val="26"/>
          <w:szCs w:val="26"/>
          <w:shd w:val="clear" w:color="auto" w:fill="FFFFFF"/>
        </w:rPr>
        <w:t xml:space="preserve">, Пермского, Чайковского, Чусовского городских округов) </w:t>
      </w:r>
      <w:r w:rsidRPr="00543E82">
        <w:rPr>
          <w:sz w:val="26"/>
          <w:szCs w:val="26"/>
          <w:shd w:val="clear" w:color="auto" w:fill="FFFFFF"/>
        </w:rPr>
        <w:t>в виде цифровых ортофотопланов (далее – ЦОФП)</w:t>
      </w:r>
      <w:r>
        <w:rPr>
          <w:sz w:val="26"/>
          <w:szCs w:val="26"/>
          <w:shd w:val="clear" w:color="auto" w:fill="FFFFFF"/>
        </w:rPr>
        <w:t xml:space="preserve"> </w:t>
      </w:r>
      <w:r w:rsidRPr="00543E82">
        <w:rPr>
          <w:sz w:val="26"/>
          <w:szCs w:val="26"/>
          <w:shd w:val="clear" w:color="auto" w:fill="FFFFFF"/>
        </w:rPr>
        <w:t>масштаба</w:t>
      </w:r>
      <w:r w:rsidR="006C74FB">
        <w:rPr>
          <w:sz w:val="26"/>
          <w:szCs w:val="26"/>
          <w:shd w:val="clear" w:color="auto" w:fill="FFFFFF"/>
          <w:lang w:val="ru-RU"/>
        </w:rPr>
        <w:t xml:space="preserve"> </w:t>
      </w:r>
      <w:r w:rsidRPr="00543E82">
        <w:rPr>
          <w:sz w:val="26"/>
          <w:szCs w:val="26"/>
          <w:shd w:val="clear" w:color="auto" w:fill="FFFFFF"/>
        </w:rPr>
        <w:t>1: 2000</w:t>
      </w:r>
      <w:r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</w:rPr>
        <w:t>с высоким пространственным разрешением (</w:t>
      </w:r>
      <w:r w:rsidRPr="00543E82">
        <w:rPr>
          <w:sz w:val="26"/>
          <w:szCs w:val="26"/>
          <w:shd w:val="clear" w:color="auto" w:fill="FFFFFF"/>
        </w:rPr>
        <w:t>для муниципальных центров – 0,14 м/пиксел</w:t>
      </w:r>
      <w:r>
        <w:rPr>
          <w:sz w:val="26"/>
          <w:szCs w:val="26"/>
          <w:shd w:val="clear" w:color="auto" w:fill="FFFFFF"/>
        </w:rPr>
        <w:t>ь</w:t>
      </w:r>
      <w:r w:rsidRPr="00543E82">
        <w:rPr>
          <w:sz w:val="26"/>
          <w:szCs w:val="26"/>
          <w:shd w:val="clear" w:color="auto" w:fill="FFFFFF"/>
        </w:rPr>
        <w:t>, для остальных населенных пунктов – 0,2 м/пиксел</w:t>
      </w:r>
      <w:r>
        <w:rPr>
          <w:sz w:val="26"/>
          <w:szCs w:val="26"/>
          <w:shd w:val="clear" w:color="auto" w:fill="FFFFFF"/>
        </w:rPr>
        <w:t xml:space="preserve">ь). </w:t>
      </w:r>
    </w:p>
    <w:p w:rsidR="00CE0A97" w:rsidRPr="00C8473D" w:rsidRDefault="00CE0A97" w:rsidP="00CE0A97">
      <w:pPr>
        <w:pStyle w:val="a5"/>
        <w:spacing w:line="276" w:lineRule="auto"/>
        <w:ind w:firstLine="709"/>
        <w:rPr>
          <w:sz w:val="26"/>
          <w:szCs w:val="26"/>
          <w:shd w:val="clear" w:color="auto" w:fill="FFFFFF"/>
        </w:rPr>
      </w:pPr>
      <w:r w:rsidRPr="00E777FE">
        <w:rPr>
          <w:sz w:val="26"/>
          <w:szCs w:val="26"/>
          <w:shd w:val="clear" w:color="auto" w:fill="FFFFFF"/>
        </w:rPr>
        <w:lastRenderedPageBreak/>
        <w:t>Обращаем внимание, что, в соответствии с П</w:t>
      </w:r>
      <w:r w:rsidRPr="00E777FE">
        <w:rPr>
          <w:sz w:val="26"/>
          <w:szCs w:val="26"/>
          <w:lang w:eastAsia="ru-RU"/>
        </w:rPr>
        <w:t xml:space="preserve">остановления Правительства Российской Федерации от 30.07.2022 № 1359, </w:t>
      </w:r>
      <w:r w:rsidRPr="00E777FE">
        <w:rPr>
          <w:sz w:val="26"/>
          <w:szCs w:val="26"/>
          <w:shd w:val="clear" w:color="auto" w:fill="FFFFFF"/>
        </w:rPr>
        <w:t xml:space="preserve">полномочия </w:t>
      </w:r>
      <w:r w:rsidRPr="00E777FE">
        <w:rPr>
          <w:sz w:val="26"/>
          <w:szCs w:val="26"/>
          <w:lang w:eastAsia="ru-RU"/>
        </w:rPr>
        <w:t xml:space="preserve">федерального государственного бюджетного учреждения "Федеральный научно-технический центр геодезии, картографии и инфраструктуры пространственных данных" в том числе по созданию, обновлению и обеспечению мониторинга актуальности ЕЭКО в настоящее время осуществляет </w:t>
      </w:r>
      <w:r w:rsidR="00591991">
        <w:rPr>
          <w:sz w:val="26"/>
          <w:szCs w:val="26"/>
        </w:rPr>
        <w:t xml:space="preserve">ППК </w:t>
      </w:r>
      <w:r w:rsidR="00591991">
        <w:rPr>
          <w:sz w:val="26"/>
          <w:szCs w:val="26"/>
          <w:lang w:val="ru-RU"/>
        </w:rPr>
        <w:t>«</w:t>
      </w:r>
      <w:proofErr w:type="spellStart"/>
      <w:r w:rsidR="00591991">
        <w:rPr>
          <w:sz w:val="26"/>
          <w:szCs w:val="26"/>
        </w:rPr>
        <w:t>Роскадастр</w:t>
      </w:r>
      <w:proofErr w:type="spellEnd"/>
      <w:r w:rsidR="00591991">
        <w:rPr>
          <w:sz w:val="26"/>
          <w:szCs w:val="26"/>
          <w:lang w:val="ru-RU"/>
        </w:rPr>
        <w:t>».</w:t>
      </w:r>
    </w:p>
    <w:p w:rsidR="004D3FA9" w:rsidRDefault="00CE0A97" w:rsidP="00CE0A97">
      <w:pPr>
        <w:pStyle w:val="a5"/>
        <w:spacing w:line="276" w:lineRule="auto"/>
        <w:ind w:firstLine="709"/>
        <w:rPr>
          <w:sz w:val="26"/>
          <w:szCs w:val="26"/>
          <w:lang w:eastAsia="ru-RU"/>
        </w:rPr>
      </w:pPr>
      <w:r w:rsidRPr="00F87F59">
        <w:rPr>
          <w:sz w:val="26"/>
          <w:szCs w:val="26"/>
          <w:lang w:eastAsia="ru-RU"/>
        </w:rPr>
        <w:t xml:space="preserve">В соответствии с пунктом </w:t>
      </w:r>
      <w:r w:rsidR="00F87F59" w:rsidRPr="00F87F59">
        <w:rPr>
          <w:sz w:val="26"/>
          <w:szCs w:val="26"/>
          <w:lang w:val="ru-RU" w:eastAsia="ru-RU"/>
        </w:rPr>
        <w:t>6</w:t>
      </w:r>
      <w:r w:rsidRPr="00F87F59">
        <w:rPr>
          <w:sz w:val="26"/>
          <w:szCs w:val="26"/>
          <w:lang w:eastAsia="ru-RU"/>
        </w:rPr>
        <w:t xml:space="preserve"> статьи 20 </w:t>
      </w:r>
      <w:r w:rsidR="00D6293F" w:rsidRPr="00F87F59">
        <w:rPr>
          <w:sz w:val="26"/>
          <w:szCs w:val="26"/>
          <w:lang w:val="ru-RU"/>
        </w:rPr>
        <w:t xml:space="preserve">Закона № </w:t>
      </w:r>
      <w:r w:rsidR="00D6293F" w:rsidRPr="00F87F59">
        <w:rPr>
          <w:sz w:val="26"/>
          <w:szCs w:val="26"/>
        </w:rPr>
        <w:t>431-ФЗ</w:t>
      </w:r>
      <w:r w:rsidRPr="00F87F59">
        <w:rPr>
          <w:sz w:val="26"/>
          <w:szCs w:val="26"/>
          <w:lang w:eastAsia="ru-RU"/>
        </w:rPr>
        <w:t>, сведения единой</w:t>
      </w:r>
      <w:r w:rsidRPr="009946F8">
        <w:rPr>
          <w:sz w:val="26"/>
          <w:szCs w:val="26"/>
          <w:lang w:eastAsia="ru-RU"/>
        </w:rPr>
        <w:t xml:space="preserve"> электронной картографической основы предоставляются </w:t>
      </w:r>
      <w:r w:rsidR="00F87F59" w:rsidRPr="00F87F59">
        <w:rPr>
          <w:sz w:val="26"/>
          <w:szCs w:val="26"/>
          <w:lang w:eastAsia="ru-RU"/>
        </w:rPr>
        <w:t xml:space="preserve">юридическим и физическим лицам с использованием федерального портала пространственных данных </w:t>
      </w:r>
      <w:r>
        <w:rPr>
          <w:sz w:val="26"/>
          <w:szCs w:val="26"/>
          <w:lang w:eastAsia="ru-RU"/>
        </w:rPr>
        <w:t>(</w:t>
      </w:r>
      <w:hyperlink r:id="rId9" w:history="1">
        <w:r w:rsidRPr="004B5549">
          <w:rPr>
            <w:rStyle w:val="a4"/>
            <w:sz w:val="26"/>
            <w:szCs w:val="26"/>
            <w:lang w:eastAsia="ru-RU"/>
          </w:rPr>
          <w:t>https://portal.fppd.cgkipd.ru/</w:t>
        </w:r>
      </w:hyperlink>
      <w:r>
        <w:rPr>
          <w:sz w:val="26"/>
          <w:szCs w:val="26"/>
          <w:lang w:eastAsia="ru-RU"/>
        </w:rPr>
        <w:t xml:space="preserve">). </w:t>
      </w:r>
    </w:p>
    <w:p w:rsidR="00F87F59" w:rsidRPr="00F87F59" w:rsidRDefault="00186DCB" w:rsidP="00CE0A97">
      <w:pPr>
        <w:pStyle w:val="a5"/>
        <w:spacing w:line="276" w:lineRule="auto"/>
        <w:ind w:firstLine="709"/>
        <w:rPr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  <w:t>В дополнение сообщаем, что п</w:t>
      </w:r>
      <w:r w:rsidR="00BB4833">
        <w:rPr>
          <w:sz w:val="26"/>
          <w:szCs w:val="26"/>
          <w:lang w:val="ru-RU" w:eastAsia="ru-RU"/>
        </w:rPr>
        <w:t>орядок предоставления заинтересованным лицам сведений ЕЭКО</w:t>
      </w:r>
      <w:r>
        <w:rPr>
          <w:sz w:val="26"/>
          <w:szCs w:val="26"/>
          <w:lang w:val="ru-RU" w:eastAsia="ru-RU"/>
        </w:rPr>
        <w:t>, а также п</w:t>
      </w:r>
      <w:r w:rsidRPr="00F87F59">
        <w:rPr>
          <w:sz w:val="26"/>
          <w:szCs w:val="26"/>
          <w:lang w:eastAsia="ru-RU"/>
        </w:rPr>
        <w:t xml:space="preserve">орядок определения размера платы за использование сведений </w:t>
      </w:r>
      <w:r>
        <w:rPr>
          <w:sz w:val="26"/>
          <w:szCs w:val="26"/>
          <w:lang w:val="ru-RU" w:eastAsia="ru-RU"/>
        </w:rPr>
        <w:t>ЕЭКО утверждены постановлениями Правительства Российской Федерации от 15.12.2016 №№ 1370 и 1371 соответственно.</w:t>
      </w:r>
    </w:p>
    <w:p w:rsidR="00CE0A97" w:rsidRPr="001340E5" w:rsidRDefault="00CE0A97" w:rsidP="001340E5">
      <w:pPr>
        <w:pStyle w:val="a5"/>
        <w:spacing w:line="276" w:lineRule="auto"/>
        <w:ind w:firstLine="709"/>
        <w:rPr>
          <w:sz w:val="26"/>
          <w:szCs w:val="26"/>
          <w:lang w:val="ru-RU" w:eastAsia="ru-RU"/>
        </w:rPr>
      </w:pPr>
      <w:r w:rsidRPr="00DC0891">
        <w:rPr>
          <w:sz w:val="26"/>
          <w:szCs w:val="26"/>
          <w:lang w:eastAsia="ru-RU"/>
        </w:rPr>
        <w:t xml:space="preserve">На основании вышеизложенного, Управление </w:t>
      </w:r>
      <w:r w:rsidR="006C74FB">
        <w:rPr>
          <w:sz w:val="26"/>
          <w:szCs w:val="26"/>
          <w:lang w:val="ru-RU" w:eastAsia="ru-RU"/>
        </w:rPr>
        <w:t>считает необходимым</w:t>
      </w:r>
      <w:r>
        <w:rPr>
          <w:sz w:val="26"/>
          <w:szCs w:val="26"/>
          <w:lang w:eastAsia="ru-RU"/>
        </w:rPr>
        <w:t xml:space="preserve"> </w:t>
      </w:r>
      <w:r w:rsidR="00F87F59">
        <w:rPr>
          <w:sz w:val="26"/>
          <w:szCs w:val="26"/>
          <w:lang w:val="ru-RU" w:eastAsia="ru-RU"/>
        </w:rPr>
        <w:t xml:space="preserve">направить изложенную в письме информацию в адрес кадастровых инженеров </w:t>
      </w:r>
      <w:r w:rsidR="006C74FB">
        <w:rPr>
          <w:sz w:val="26"/>
          <w:szCs w:val="26"/>
          <w:lang w:val="ru-RU" w:eastAsia="ru-RU"/>
        </w:rPr>
        <w:t xml:space="preserve">и рекомендовать использовать в работе </w:t>
      </w:r>
      <w:r w:rsidR="003943E7">
        <w:rPr>
          <w:sz w:val="26"/>
          <w:szCs w:val="26"/>
          <w:lang w:val="ru-RU" w:eastAsia="ru-RU"/>
        </w:rPr>
        <w:t>легитимн</w:t>
      </w:r>
      <w:r w:rsidR="006C74FB">
        <w:rPr>
          <w:sz w:val="26"/>
          <w:szCs w:val="26"/>
          <w:lang w:val="ru-RU" w:eastAsia="ru-RU"/>
        </w:rPr>
        <w:t>ый</w:t>
      </w:r>
      <w:r w:rsidR="003943E7">
        <w:rPr>
          <w:sz w:val="26"/>
          <w:szCs w:val="26"/>
          <w:lang w:val="ru-RU" w:eastAsia="ru-RU"/>
        </w:rPr>
        <w:t>, актуальн</w:t>
      </w:r>
      <w:r w:rsidR="006C74FB">
        <w:rPr>
          <w:sz w:val="26"/>
          <w:szCs w:val="26"/>
          <w:lang w:val="ru-RU" w:eastAsia="ru-RU"/>
        </w:rPr>
        <w:t>ый</w:t>
      </w:r>
      <w:r w:rsidR="003943E7">
        <w:rPr>
          <w:sz w:val="26"/>
          <w:szCs w:val="26"/>
          <w:lang w:val="ru-RU" w:eastAsia="ru-RU"/>
        </w:rPr>
        <w:t xml:space="preserve"> картографическ</w:t>
      </w:r>
      <w:r w:rsidR="006C74FB">
        <w:rPr>
          <w:sz w:val="26"/>
          <w:szCs w:val="26"/>
          <w:lang w:val="ru-RU" w:eastAsia="ru-RU"/>
        </w:rPr>
        <w:t>ий</w:t>
      </w:r>
      <w:r w:rsidR="003943E7">
        <w:rPr>
          <w:sz w:val="26"/>
          <w:szCs w:val="26"/>
          <w:lang w:val="ru-RU" w:eastAsia="ru-RU"/>
        </w:rPr>
        <w:t xml:space="preserve"> материал из состава ЕЭКО</w:t>
      </w:r>
      <w:r w:rsidR="00F87F59">
        <w:rPr>
          <w:sz w:val="26"/>
          <w:szCs w:val="26"/>
          <w:lang w:val="ru-RU" w:eastAsia="ru-RU"/>
        </w:rPr>
        <w:t>.</w:t>
      </w:r>
      <w:r w:rsidR="001340E5" w:rsidRPr="001340E5">
        <w:rPr>
          <w:sz w:val="26"/>
          <w:szCs w:val="26"/>
          <w:lang w:eastAsia="ru-RU"/>
        </w:rPr>
        <w:t xml:space="preserve"> </w:t>
      </w:r>
    </w:p>
    <w:p w:rsidR="00CE0A97" w:rsidRPr="001340E5" w:rsidRDefault="00CE0A97" w:rsidP="00CE0A97">
      <w:pPr>
        <w:pStyle w:val="a5"/>
        <w:spacing w:line="276" w:lineRule="auto"/>
        <w:ind w:firstLine="709"/>
        <w:rPr>
          <w:sz w:val="26"/>
          <w:szCs w:val="26"/>
          <w:lang w:val="ru-RU" w:eastAsia="ru-RU"/>
        </w:rPr>
      </w:pPr>
    </w:p>
    <w:p w:rsidR="00CE0A97" w:rsidRDefault="00CE0A97" w:rsidP="00CE0A97">
      <w:pPr>
        <w:pStyle w:val="a5"/>
        <w:spacing w:line="276" w:lineRule="auto"/>
        <w:ind w:firstLine="709"/>
        <w:rPr>
          <w:sz w:val="26"/>
          <w:szCs w:val="26"/>
          <w:lang w:eastAsia="ru-RU"/>
        </w:rPr>
      </w:pPr>
    </w:p>
    <w:p w:rsidR="00CE0A97" w:rsidRPr="00F87F59" w:rsidRDefault="00CE0A97" w:rsidP="00CE0A97">
      <w:pPr>
        <w:pStyle w:val="a5"/>
        <w:spacing w:line="276" w:lineRule="auto"/>
        <w:rPr>
          <w:sz w:val="26"/>
          <w:szCs w:val="26"/>
          <w:lang w:val="ru-RU" w:eastAsia="ru-RU"/>
        </w:rPr>
      </w:pPr>
      <w:r>
        <w:rPr>
          <w:sz w:val="26"/>
          <w:szCs w:val="26"/>
          <w:lang w:eastAsia="ru-RU"/>
        </w:rPr>
        <w:t xml:space="preserve">Приложение: </w:t>
      </w:r>
      <w:r w:rsidR="00F87F59">
        <w:rPr>
          <w:sz w:val="26"/>
          <w:szCs w:val="26"/>
          <w:lang w:val="ru-RU" w:eastAsia="ru-RU"/>
        </w:rPr>
        <w:t>в эл. виде</w:t>
      </w:r>
    </w:p>
    <w:p w:rsidR="00CE0A97" w:rsidRPr="009226E8" w:rsidRDefault="00CE0A97" w:rsidP="00CE0A97">
      <w:pPr>
        <w:pStyle w:val="a5"/>
        <w:spacing w:line="276" w:lineRule="auto"/>
        <w:ind w:firstLine="709"/>
        <w:rPr>
          <w:sz w:val="26"/>
          <w:szCs w:val="26"/>
        </w:rPr>
      </w:pPr>
    </w:p>
    <w:p w:rsidR="00CE0A97" w:rsidRPr="009226E8" w:rsidRDefault="00CE0A97" w:rsidP="00CE0A97">
      <w:pPr>
        <w:pStyle w:val="a5"/>
        <w:spacing w:line="276" w:lineRule="auto"/>
        <w:ind w:firstLine="709"/>
        <w:rPr>
          <w:sz w:val="26"/>
          <w:szCs w:val="26"/>
        </w:rPr>
      </w:pPr>
    </w:p>
    <w:p w:rsidR="00CE0A97" w:rsidRPr="009226E8" w:rsidRDefault="00CE0A97" w:rsidP="00CE0A97">
      <w:pPr>
        <w:pStyle w:val="a5"/>
        <w:spacing w:line="276" w:lineRule="auto"/>
        <w:ind w:firstLine="709"/>
        <w:rPr>
          <w:sz w:val="26"/>
          <w:szCs w:val="26"/>
        </w:rPr>
      </w:pPr>
    </w:p>
    <w:p w:rsidR="00CE0A97" w:rsidRPr="00F87F59" w:rsidRDefault="00CE0A97" w:rsidP="00CE0A97">
      <w:pPr>
        <w:pStyle w:val="a5"/>
        <w:spacing w:line="276" w:lineRule="auto"/>
        <w:rPr>
          <w:sz w:val="26"/>
          <w:szCs w:val="26"/>
          <w:lang w:val="ru-RU"/>
        </w:rPr>
      </w:pPr>
      <w:r w:rsidRPr="009226E8">
        <w:rPr>
          <w:sz w:val="26"/>
          <w:szCs w:val="26"/>
        </w:rPr>
        <w:t>Заместитель руководителя</w:t>
      </w:r>
      <w:r w:rsidRPr="009226E8">
        <w:rPr>
          <w:sz w:val="26"/>
          <w:szCs w:val="26"/>
        </w:rPr>
        <w:tab/>
      </w:r>
      <w:r w:rsidRPr="009226E8">
        <w:rPr>
          <w:sz w:val="26"/>
          <w:szCs w:val="26"/>
        </w:rPr>
        <w:tab/>
      </w:r>
      <w:r w:rsidRPr="009226E8">
        <w:rPr>
          <w:sz w:val="26"/>
          <w:szCs w:val="26"/>
        </w:rPr>
        <w:tab/>
        <w:t xml:space="preserve">   </w:t>
      </w:r>
      <w:r w:rsidRPr="009226E8">
        <w:rPr>
          <w:sz w:val="26"/>
          <w:szCs w:val="26"/>
        </w:rPr>
        <w:tab/>
      </w:r>
      <w:r w:rsidRPr="009226E8">
        <w:rPr>
          <w:sz w:val="26"/>
          <w:szCs w:val="26"/>
        </w:rPr>
        <w:tab/>
      </w:r>
      <w:r w:rsidRPr="009226E8">
        <w:rPr>
          <w:sz w:val="26"/>
          <w:szCs w:val="26"/>
        </w:rPr>
        <w:tab/>
      </w:r>
      <w:r w:rsidR="00F87F59">
        <w:rPr>
          <w:sz w:val="26"/>
          <w:szCs w:val="26"/>
        </w:rPr>
        <w:t xml:space="preserve">       </w:t>
      </w:r>
      <w:r w:rsidRPr="009226E8">
        <w:rPr>
          <w:sz w:val="26"/>
          <w:szCs w:val="26"/>
        </w:rPr>
        <w:t xml:space="preserve">  </w:t>
      </w:r>
      <w:r w:rsidR="00F87F59">
        <w:rPr>
          <w:sz w:val="26"/>
          <w:szCs w:val="26"/>
          <w:lang w:val="ru-RU"/>
        </w:rPr>
        <w:t>Е.Н. Дегтярева</w:t>
      </w:r>
    </w:p>
    <w:sectPr w:rsidR="00CE0A97" w:rsidRPr="00F87F59" w:rsidSect="00117CCC">
      <w:headerReference w:type="even" r:id="rId10"/>
      <w:headerReference w:type="default" r:id="rId11"/>
      <w:footerReference w:type="default" r:id="rId12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6C2" w:rsidRDefault="00A616C2">
      <w:r>
        <w:separator/>
      </w:r>
    </w:p>
  </w:endnote>
  <w:endnote w:type="continuationSeparator" w:id="0">
    <w:p w:rsidR="00A616C2" w:rsidRDefault="00A6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5E8" w:rsidRDefault="001B65E8" w:rsidP="001B65E8">
    <w:pPr>
      <w:tabs>
        <w:tab w:val="left" w:pos="2340"/>
      </w:tabs>
      <w:jc w:val="both"/>
      <w:rPr>
        <w:sz w:val="20"/>
        <w:szCs w:val="20"/>
      </w:rPr>
    </w:pPr>
    <w:r>
      <w:rPr>
        <w:sz w:val="20"/>
        <w:szCs w:val="20"/>
      </w:rPr>
      <w:t>Смирнова Дарья Иг</w:t>
    </w:r>
    <w:r w:rsidR="00BB4833">
      <w:rPr>
        <w:sz w:val="20"/>
        <w:szCs w:val="20"/>
      </w:rPr>
      <w:t>о</w:t>
    </w:r>
    <w:r>
      <w:rPr>
        <w:sz w:val="20"/>
        <w:szCs w:val="20"/>
      </w:rPr>
      <w:t>ревна</w:t>
    </w:r>
  </w:p>
  <w:p w:rsidR="001B65E8" w:rsidRPr="005219B6" w:rsidRDefault="001B65E8" w:rsidP="001B65E8">
    <w:pPr>
      <w:tabs>
        <w:tab w:val="left" w:pos="2340"/>
      </w:tabs>
      <w:jc w:val="both"/>
      <w:rPr>
        <w:b/>
        <w:sz w:val="20"/>
        <w:szCs w:val="20"/>
      </w:rPr>
    </w:pPr>
    <w:r w:rsidRPr="002F409D">
      <w:rPr>
        <w:sz w:val="20"/>
        <w:szCs w:val="20"/>
      </w:rPr>
      <w:t xml:space="preserve"> (342) 205 95 70, доб. </w:t>
    </w:r>
    <w:r w:rsidR="00F87F59">
      <w:rPr>
        <w:sz w:val="20"/>
        <w:szCs w:val="20"/>
      </w:rPr>
      <w:t>3</w:t>
    </w:r>
    <w:r>
      <w:rPr>
        <w:sz w:val="20"/>
        <w:szCs w:val="20"/>
      </w:rPr>
      <w:t>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6C2" w:rsidRDefault="00A616C2">
      <w:r>
        <w:separator/>
      </w:r>
    </w:p>
  </w:footnote>
  <w:footnote w:type="continuationSeparator" w:id="0">
    <w:p w:rsidR="00A616C2" w:rsidRDefault="00A61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AE1" w:rsidRDefault="00250AE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50AE1" w:rsidRDefault="00250AE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AE1" w:rsidRDefault="00250AE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C74FB">
      <w:rPr>
        <w:rStyle w:val="aa"/>
        <w:noProof/>
      </w:rPr>
      <w:t>2</w:t>
    </w:r>
    <w:r>
      <w:rPr>
        <w:rStyle w:val="aa"/>
      </w:rPr>
      <w:fldChar w:fldCharType="end"/>
    </w:r>
  </w:p>
  <w:p w:rsidR="00250AE1" w:rsidRDefault="00250AE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26C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325154"/>
    <w:multiLevelType w:val="hybridMultilevel"/>
    <w:tmpl w:val="A35C90BA"/>
    <w:lvl w:ilvl="0" w:tplc="EDD257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154AE4"/>
    <w:multiLevelType w:val="hybridMultilevel"/>
    <w:tmpl w:val="D4C6301A"/>
    <w:lvl w:ilvl="0" w:tplc="EDD257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A3164A"/>
    <w:multiLevelType w:val="hybridMultilevel"/>
    <w:tmpl w:val="8B7C9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633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0FE15F1"/>
    <w:multiLevelType w:val="hybridMultilevel"/>
    <w:tmpl w:val="D97E43B4"/>
    <w:lvl w:ilvl="0" w:tplc="D8BC2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1229D"/>
    <w:multiLevelType w:val="hybridMultilevel"/>
    <w:tmpl w:val="9FA4E73A"/>
    <w:lvl w:ilvl="0" w:tplc="4260D094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C8F4ED6"/>
    <w:multiLevelType w:val="hybridMultilevel"/>
    <w:tmpl w:val="4F8877E0"/>
    <w:lvl w:ilvl="0" w:tplc="EDD257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32D4B"/>
    <w:multiLevelType w:val="hybridMultilevel"/>
    <w:tmpl w:val="9ACC032A"/>
    <w:lvl w:ilvl="0" w:tplc="EDD257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A167818"/>
    <w:multiLevelType w:val="hybridMultilevel"/>
    <w:tmpl w:val="73FCF8C4"/>
    <w:lvl w:ilvl="0" w:tplc="349CBD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1395173"/>
    <w:multiLevelType w:val="singleLevel"/>
    <w:tmpl w:val="8D62511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541D1615"/>
    <w:multiLevelType w:val="singleLevel"/>
    <w:tmpl w:val="8D62511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58115BB3"/>
    <w:multiLevelType w:val="hybridMultilevel"/>
    <w:tmpl w:val="58EA790C"/>
    <w:lvl w:ilvl="0" w:tplc="96827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C7F38A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E4D71F3"/>
    <w:multiLevelType w:val="hybridMultilevel"/>
    <w:tmpl w:val="0AFE10AC"/>
    <w:lvl w:ilvl="0" w:tplc="728029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803A0"/>
    <w:multiLevelType w:val="hybridMultilevel"/>
    <w:tmpl w:val="77DA8832"/>
    <w:lvl w:ilvl="0" w:tplc="B9EAE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3"/>
  </w:num>
  <w:num w:numId="5">
    <w:abstractNumId w:val="4"/>
  </w:num>
  <w:num w:numId="6">
    <w:abstractNumId w:val="6"/>
  </w:num>
  <w:num w:numId="7">
    <w:abstractNumId w:val="12"/>
  </w:num>
  <w:num w:numId="8">
    <w:abstractNumId w:val="1"/>
  </w:num>
  <w:num w:numId="9">
    <w:abstractNumId w:val="2"/>
  </w:num>
  <w:num w:numId="10">
    <w:abstractNumId w:val="14"/>
  </w:num>
  <w:num w:numId="11">
    <w:abstractNumId w:val="7"/>
  </w:num>
  <w:num w:numId="12">
    <w:abstractNumId w:val="15"/>
  </w:num>
  <w:num w:numId="13">
    <w:abstractNumId w:val="8"/>
  </w:num>
  <w:num w:numId="14">
    <w:abstractNumId w:val="3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2D"/>
    <w:rsid w:val="00001BDC"/>
    <w:rsid w:val="00003AE6"/>
    <w:rsid w:val="00005A04"/>
    <w:rsid w:val="00005F65"/>
    <w:rsid w:val="00006F15"/>
    <w:rsid w:val="0001095F"/>
    <w:rsid w:val="00011121"/>
    <w:rsid w:val="0001519B"/>
    <w:rsid w:val="00016CA3"/>
    <w:rsid w:val="000178D9"/>
    <w:rsid w:val="00020D68"/>
    <w:rsid w:val="000222DA"/>
    <w:rsid w:val="00022611"/>
    <w:rsid w:val="00033EA7"/>
    <w:rsid w:val="000356A0"/>
    <w:rsid w:val="0004007F"/>
    <w:rsid w:val="0004267D"/>
    <w:rsid w:val="00042AD1"/>
    <w:rsid w:val="0004379B"/>
    <w:rsid w:val="00052649"/>
    <w:rsid w:val="0005336F"/>
    <w:rsid w:val="000631AC"/>
    <w:rsid w:val="00063223"/>
    <w:rsid w:val="00063BFA"/>
    <w:rsid w:val="00064FDF"/>
    <w:rsid w:val="000659CE"/>
    <w:rsid w:val="00067067"/>
    <w:rsid w:val="00070F26"/>
    <w:rsid w:val="000726B4"/>
    <w:rsid w:val="00076122"/>
    <w:rsid w:val="00076D44"/>
    <w:rsid w:val="00082A8B"/>
    <w:rsid w:val="000842D7"/>
    <w:rsid w:val="000859F9"/>
    <w:rsid w:val="00085F22"/>
    <w:rsid w:val="00093950"/>
    <w:rsid w:val="00096753"/>
    <w:rsid w:val="000A285B"/>
    <w:rsid w:val="000A4DEE"/>
    <w:rsid w:val="000A5E65"/>
    <w:rsid w:val="000A667B"/>
    <w:rsid w:val="000B1C20"/>
    <w:rsid w:val="000B410B"/>
    <w:rsid w:val="000B43DF"/>
    <w:rsid w:val="000B5EB7"/>
    <w:rsid w:val="000B68BD"/>
    <w:rsid w:val="000B7040"/>
    <w:rsid w:val="000B7204"/>
    <w:rsid w:val="000C2924"/>
    <w:rsid w:val="000C30B9"/>
    <w:rsid w:val="000C47CE"/>
    <w:rsid w:val="000C520E"/>
    <w:rsid w:val="000D0059"/>
    <w:rsid w:val="000D0945"/>
    <w:rsid w:val="000D1227"/>
    <w:rsid w:val="000D6B80"/>
    <w:rsid w:val="000E2345"/>
    <w:rsid w:val="000E3318"/>
    <w:rsid w:val="000E48F9"/>
    <w:rsid w:val="000E591C"/>
    <w:rsid w:val="000E7070"/>
    <w:rsid w:val="000E74C0"/>
    <w:rsid w:val="000F3263"/>
    <w:rsid w:val="000F537C"/>
    <w:rsid w:val="000F7452"/>
    <w:rsid w:val="0010187B"/>
    <w:rsid w:val="00105B15"/>
    <w:rsid w:val="00105FAE"/>
    <w:rsid w:val="00106014"/>
    <w:rsid w:val="00106D82"/>
    <w:rsid w:val="00106F8F"/>
    <w:rsid w:val="00107030"/>
    <w:rsid w:val="00114878"/>
    <w:rsid w:val="0011768D"/>
    <w:rsid w:val="00117CCC"/>
    <w:rsid w:val="0012029D"/>
    <w:rsid w:val="0012046D"/>
    <w:rsid w:val="00120B07"/>
    <w:rsid w:val="00121241"/>
    <w:rsid w:val="00123263"/>
    <w:rsid w:val="001244F6"/>
    <w:rsid w:val="001320D3"/>
    <w:rsid w:val="00133846"/>
    <w:rsid w:val="001340E5"/>
    <w:rsid w:val="00136427"/>
    <w:rsid w:val="001368B1"/>
    <w:rsid w:val="00137412"/>
    <w:rsid w:val="00137498"/>
    <w:rsid w:val="00143EBB"/>
    <w:rsid w:val="00147843"/>
    <w:rsid w:val="00150101"/>
    <w:rsid w:val="00150941"/>
    <w:rsid w:val="00154E3C"/>
    <w:rsid w:val="00156A63"/>
    <w:rsid w:val="001574DE"/>
    <w:rsid w:val="00157E89"/>
    <w:rsid w:val="00160098"/>
    <w:rsid w:val="00160DAB"/>
    <w:rsid w:val="00161A3E"/>
    <w:rsid w:val="00163DDF"/>
    <w:rsid w:val="00164AA0"/>
    <w:rsid w:val="001659E0"/>
    <w:rsid w:val="00166EA1"/>
    <w:rsid w:val="00171B1F"/>
    <w:rsid w:val="00172A4E"/>
    <w:rsid w:val="00173869"/>
    <w:rsid w:val="00173883"/>
    <w:rsid w:val="001757E9"/>
    <w:rsid w:val="00175C21"/>
    <w:rsid w:val="00176280"/>
    <w:rsid w:val="00180F1C"/>
    <w:rsid w:val="00181B4B"/>
    <w:rsid w:val="00183DC1"/>
    <w:rsid w:val="00184217"/>
    <w:rsid w:val="00184AC7"/>
    <w:rsid w:val="00186DCB"/>
    <w:rsid w:val="00190741"/>
    <w:rsid w:val="0019198D"/>
    <w:rsid w:val="00197916"/>
    <w:rsid w:val="00197B11"/>
    <w:rsid w:val="00197BBF"/>
    <w:rsid w:val="001A0DB3"/>
    <w:rsid w:val="001A1524"/>
    <w:rsid w:val="001A1FBE"/>
    <w:rsid w:val="001A2A70"/>
    <w:rsid w:val="001A342D"/>
    <w:rsid w:val="001A70A0"/>
    <w:rsid w:val="001B030E"/>
    <w:rsid w:val="001B07D9"/>
    <w:rsid w:val="001B308B"/>
    <w:rsid w:val="001B5E51"/>
    <w:rsid w:val="001B65E8"/>
    <w:rsid w:val="001B6E1B"/>
    <w:rsid w:val="001B73A7"/>
    <w:rsid w:val="001C0A6A"/>
    <w:rsid w:val="001C21DA"/>
    <w:rsid w:val="001C4599"/>
    <w:rsid w:val="001C531B"/>
    <w:rsid w:val="001D0EA1"/>
    <w:rsid w:val="001D2063"/>
    <w:rsid w:val="001D28A8"/>
    <w:rsid w:val="001D671E"/>
    <w:rsid w:val="001E0C6C"/>
    <w:rsid w:val="001E0E49"/>
    <w:rsid w:val="001E4F04"/>
    <w:rsid w:val="001F4141"/>
    <w:rsid w:val="001F544A"/>
    <w:rsid w:val="001F5834"/>
    <w:rsid w:val="001F594C"/>
    <w:rsid w:val="00202BE4"/>
    <w:rsid w:val="002076E2"/>
    <w:rsid w:val="002103B7"/>
    <w:rsid w:val="00211405"/>
    <w:rsid w:val="0021212A"/>
    <w:rsid w:val="0021464C"/>
    <w:rsid w:val="002153F2"/>
    <w:rsid w:val="00215594"/>
    <w:rsid w:val="00216A73"/>
    <w:rsid w:val="00230FDC"/>
    <w:rsid w:val="002319F7"/>
    <w:rsid w:val="0023292D"/>
    <w:rsid w:val="00235EAF"/>
    <w:rsid w:val="00237DE7"/>
    <w:rsid w:val="002443C8"/>
    <w:rsid w:val="00245C5E"/>
    <w:rsid w:val="00246123"/>
    <w:rsid w:val="0024726A"/>
    <w:rsid w:val="00250097"/>
    <w:rsid w:val="002502BE"/>
    <w:rsid w:val="00250AE1"/>
    <w:rsid w:val="00254E6C"/>
    <w:rsid w:val="00254FE1"/>
    <w:rsid w:val="00255AC0"/>
    <w:rsid w:val="00256C20"/>
    <w:rsid w:val="00256CA6"/>
    <w:rsid w:val="00256E6F"/>
    <w:rsid w:val="002576D4"/>
    <w:rsid w:val="002615E9"/>
    <w:rsid w:val="00263C0F"/>
    <w:rsid w:val="00263F24"/>
    <w:rsid w:val="00265906"/>
    <w:rsid w:val="00270466"/>
    <w:rsid w:val="00270CD7"/>
    <w:rsid w:val="00271385"/>
    <w:rsid w:val="0027153C"/>
    <w:rsid w:val="00271C9E"/>
    <w:rsid w:val="00271CD5"/>
    <w:rsid w:val="00273633"/>
    <w:rsid w:val="00274086"/>
    <w:rsid w:val="00280EFD"/>
    <w:rsid w:val="002814DC"/>
    <w:rsid w:val="00281C7B"/>
    <w:rsid w:val="00283B2A"/>
    <w:rsid w:val="002860AE"/>
    <w:rsid w:val="002861F9"/>
    <w:rsid w:val="00286216"/>
    <w:rsid w:val="00290CCA"/>
    <w:rsid w:val="00291F2B"/>
    <w:rsid w:val="002936AC"/>
    <w:rsid w:val="00293777"/>
    <w:rsid w:val="002A029C"/>
    <w:rsid w:val="002A1AB8"/>
    <w:rsid w:val="002B3497"/>
    <w:rsid w:val="002B4CF1"/>
    <w:rsid w:val="002B518D"/>
    <w:rsid w:val="002B5A45"/>
    <w:rsid w:val="002B6229"/>
    <w:rsid w:val="002B7A41"/>
    <w:rsid w:val="002C01A9"/>
    <w:rsid w:val="002C1D12"/>
    <w:rsid w:val="002C32C1"/>
    <w:rsid w:val="002C5423"/>
    <w:rsid w:val="002C62D7"/>
    <w:rsid w:val="002D0C48"/>
    <w:rsid w:val="002D1243"/>
    <w:rsid w:val="002D3A0E"/>
    <w:rsid w:val="002D3E42"/>
    <w:rsid w:val="002D71CE"/>
    <w:rsid w:val="002E21F1"/>
    <w:rsid w:val="002E48E5"/>
    <w:rsid w:val="002E5BB2"/>
    <w:rsid w:val="002E5DA2"/>
    <w:rsid w:val="002E5E6A"/>
    <w:rsid w:val="002E6DDA"/>
    <w:rsid w:val="002E7157"/>
    <w:rsid w:val="002F17D1"/>
    <w:rsid w:val="002F409D"/>
    <w:rsid w:val="002F6D89"/>
    <w:rsid w:val="0030448C"/>
    <w:rsid w:val="00305341"/>
    <w:rsid w:val="00305563"/>
    <w:rsid w:val="003113D8"/>
    <w:rsid w:val="0031478F"/>
    <w:rsid w:val="00314981"/>
    <w:rsid w:val="00317903"/>
    <w:rsid w:val="00320412"/>
    <w:rsid w:val="00321722"/>
    <w:rsid w:val="00321DD5"/>
    <w:rsid w:val="00323335"/>
    <w:rsid w:val="00323E98"/>
    <w:rsid w:val="003269A2"/>
    <w:rsid w:val="003301C1"/>
    <w:rsid w:val="00331685"/>
    <w:rsid w:val="00332CE1"/>
    <w:rsid w:val="00333882"/>
    <w:rsid w:val="0033608D"/>
    <w:rsid w:val="003375DC"/>
    <w:rsid w:val="003378AA"/>
    <w:rsid w:val="0034142B"/>
    <w:rsid w:val="00341D26"/>
    <w:rsid w:val="00343CE2"/>
    <w:rsid w:val="003455C5"/>
    <w:rsid w:val="003471F3"/>
    <w:rsid w:val="00351101"/>
    <w:rsid w:val="00351B0A"/>
    <w:rsid w:val="00362DDB"/>
    <w:rsid w:val="003824B7"/>
    <w:rsid w:val="00385713"/>
    <w:rsid w:val="003861A8"/>
    <w:rsid w:val="00392574"/>
    <w:rsid w:val="003943E7"/>
    <w:rsid w:val="0039454C"/>
    <w:rsid w:val="003A1496"/>
    <w:rsid w:val="003A28E4"/>
    <w:rsid w:val="003A334C"/>
    <w:rsid w:val="003A607F"/>
    <w:rsid w:val="003B129A"/>
    <w:rsid w:val="003B1BEA"/>
    <w:rsid w:val="003B5806"/>
    <w:rsid w:val="003B5923"/>
    <w:rsid w:val="003B622F"/>
    <w:rsid w:val="003C2872"/>
    <w:rsid w:val="003C7051"/>
    <w:rsid w:val="003C7CE3"/>
    <w:rsid w:val="003D2360"/>
    <w:rsid w:val="003D2EFF"/>
    <w:rsid w:val="003D3FE3"/>
    <w:rsid w:val="003E13F7"/>
    <w:rsid w:val="003E2064"/>
    <w:rsid w:val="003E2FBD"/>
    <w:rsid w:val="003E4019"/>
    <w:rsid w:val="003E4BE4"/>
    <w:rsid w:val="003F0C95"/>
    <w:rsid w:val="003F1AB3"/>
    <w:rsid w:val="003F3CE7"/>
    <w:rsid w:val="003F4AEE"/>
    <w:rsid w:val="003F5A91"/>
    <w:rsid w:val="003F6FBF"/>
    <w:rsid w:val="00400903"/>
    <w:rsid w:val="00403CE8"/>
    <w:rsid w:val="004073AE"/>
    <w:rsid w:val="004167B9"/>
    <w:rsid w:val="00420D8A"/>
    <w:rsid w:val="00421043"/>
    <w:rsid w:val="004218D3"/>
    <w:rsid w:val="004223ED"/>
    <w:rsid w:val="00425E80"/>
    <w:rsid w:val="004269C5"/>
    <w:rsid w:val="00427F3A"/>
    <w:rsid w:val="00430918"/>
    <w:rsid w:val="00432273"/>
    <w:rsid w:val="0043424A"/>
    <w:rsid w:val="00436884"/>
    <w:rsid w:val="00436D2F"/>
    <w:rsid w:val="00437A63"/>
    <w:rsid w:val="00437E8E"/>
    <w:rsid w:val="00442066"/>
    <w:rsid w:val="00442820"/>
    <w:rsid w:val="00444C35"/>
    <w:rsid w:val="00445139"/>
    <w:rsid w:val="004473E0"/>
    <w:rsid w:val="00447796"/>
    <w:rsid w:val="00447E06"/>
    <w:rsid w:val="0045143C"/>
    <w:rsid w:val="0046069D"/>
    <w:rsid w:val="00465A9C"/>
    <w:rsid w:val="00470072"/>
    <w:rsid w:val="00470775"/>
    <w:rsid w:val="004743EC"/>
    <w:rsid w:val="00475A48"/>
    <w:rsid w:val="00475F93"/>
    <w:rsid w:val="00476308"/>
    <w:rsid w:val="0048570E"/>
    <w:rsid w:val="00485DF6"/>
    <w:rsid w:val="00485FAE"/>
    <w:rsid w:val="00490149"/>
    <w:rsid w:val="00491F35"/>
    <w:rsid w:val="0049238C"/>
    <w:rsid w:val="004944ED"/>
    <w:rsid w:val="00495E08"/>
    <w:rsid w:val="004962D8"/>
    <w:rsid w:val="00497F3D"/>
    <w:rsid w:val="004A07D8"/>
    <w:rsid w:val="004A3085"/>
    <w:rsid w:val="004A533B"/>
    <w:rsid w:val="004A7EC2"/>
    <w:rsid w:val="004B0F52"/>
    <w:rsid w:val="004B293E"/>
    <w:rsid w:val="004B38C5"/>
    <w:rsid w:val="004B5C3C"/>
    <w:rsid w:val="004B648C"/>
    <w:rsid w:val="004C272A"/>
    <w:rsid w:val="004C436C"/>
    <w:rsid w:val="004C4AB5"/>
    <w:rsid w:val="004C5BB3"/>
    <w:rsid w:val="004C65A8"/>
    <w:rsid w:val="004C691B"/>
    <w:rsid w:val="004C6B2C"/>
    <w:rsid w:val="004C745C"/>
    <w:rsid w:val="004C771D"/>
    <w:rsid w:val="004D1136"/>
    <w:rsid w:val="004D238A"/>
    <w:rsid w:val="004D357D"/>
    <w:rsid w:val="004D3FA9"/>
    <w:rsid w:val="004D442E"/>
    <w:rsid w:val="004D4E50"/>
    <w:rsid w:val="004D52D9"/>
    <w:rsid w:val="004D54A1"/>
    <w:rsid w:val="004D6664"/>
    <w:rsid w:val="004D723D"/>
    <w:rsid w:val="004E6184"/>
    <w:rsid w:val="004F10CB"/>
    <w:rsid w:val="004F2321"/>
    <w:rsid w:val="004F4353"/>
    <w:rsid w:val="004F548A"/>
    <w:rsid w:val="004F5C4E"/>
    <w:rsid w:val="004F60AF"/>
    <w:rsid w:val="004F6A71"/>
    <w:rsid w:val="004F6EF3"/>
    <w:rsid w:val="0050005C"/>
    <w:rsid w:val="00504040"/>
    <w:rsid w:val="00506304"/>
    <w:rsid w:val="005063EA"/>
    <w:rsid w:val="00506407"/>
    <w:rsid w:val="005110B5"/>
    <w:rsid w:val="005152DF"/>
    <w:rsid w:val="00516B34"/>
    <w:rsid w:val="005219B4"/>
    <w:rsid w:val="005219B6"/>
    <w:rsid w:val="00521D60"/>
    <w:rsid w:val="00521F51"/>
    <w:rsid w:val="00527341"/>
    <w:rsid w:val="00530BE3"/>
    <w:rsid w:val="00531D40"/>
    <w:rsid w:val="0053404E"/>
    <w:rsid w:val="005352BB"/>
    <w:rsid w:val="00535AC0"/>
    <w:rsid w:val="00537C9F"/>
    <w:rsid w:val="005432AA"/>
    <w:rsid w:val="0054461A"/>
    <w:rsid w:val="00545874"/>
    <w:rsid w:val="00546583"/>
    <w:rsid w:val="00546591"/>
    <w:rsid w:val="00550261"/>
    <w:rsid w:val="00551266"/>
    <w:rsid w:val="00554476"/>
    <w:rsid w:val="00556F3B"/>
    <w:rsid w:val="005624B9"/>
    <w:rsid w:val="005636EA"/>
    <w:rsid w:val="005700FB"/>
    <w:rsid w:val="005751D2"/>
    <w:rsid w:val="00575FC7"/>
    <w:rsid w:val="005764B5"/>
    <w:rsid w:val="005828F9"/>
    <w:rsid w:val="00585A0F"/>
    <w:rsid w:val="00585C1F"/>
    <w:rsid w:val="00586AF9"/>
    <w:rsid w:val="00586C50"/>
    <w:rsid w:val="00590F4F"/>
    <w:rsid w:val="00591963"/>
    <w:rsid w:val="00591991"/>
    <w:rsid w:val="0059388B"/>
    <w:rsid w:val="005948AB"/>
    <w:rsid w:val="00594AA6"/>
    <w:rsid w:val="00595082"/>
    <w:rsid w:val="00596244"/>
    <w:rsid w:val="005966AA"/>
    <w:rsid w:val="005A007B"/>
    <w:rsid w:val="005A3A72"/>
    <w:rsid w:val="005A456B"/>
    <w:rsid w:val="005A5D4A"/>
    <w:rsid w:val="005A620E"/>
    <w:rsid w:val="005A63C6"/>
    <w:rsid w:val="005A696F"/>
    <w:rsid w:val="005A7B83"/>
    <w:rsid w:val="005B136B"/>
    <w:rsid w:val="005B19E3"/>
    <w:rsid w:val="005B2879"/>
    <w:rsid w:val="005B62B3"/>
    <w:rsid w:val="005C186F"/>
    <w:rsid w:val="005C2448"/>
    <w:rsid w:val="005C4294"/>
    <w:rsid w:val="005C536E"/>
    <w:rsid w:val="005C687D"/>
    <w:rsid w:val="005C6F20"/>
    <w:rsid w:val="005D1E2C"/>
    <w:rsid w:val="005D33DF"/>
    <w:rsid w:val="005D37EB"/>
    <w:rsid w:val="005D5086"/>
    <w:rsid w:val="005D5BD4"/>
    <w:rsid w:val="005E0A5A"/>
    <w:rsid w:val="005E69D2"/>
    <w:rsid w:val="005E69F6"/>
    <w:rsid w:val="005F74E6"/>
    <w:rsid w:val="006022BC"/>
    <w:rsid w:val="00604635"/>
    <w:rsid w:val="00605C30"/>
    <w:rsid w:val="00610621"/>
    <w:rsid w:val="00611D69"/>
    <w:rsid w:val="0061216A"/>
    <w:rsid w:val="006125EE"/>
    <w:rsid w:val="00615A87"/>
    <w:rsid w:val="00616CAC"/>
    <w:rsid w:val="00621426"/>
    <w:rsid w:val="0062264B"/>
    <w:rsid w:val="006243DD"/>
    <w:rsid w:val="006255AA"/>
    <w:rsid w:val="0063118B"/>
    <w:rsid w:val="0064135F"/>
    <w:rsid w:val="00642C2B"/>
    <w:rsid w:val="00642DA8"/>
    <w:rsid w:val="0064345E"/>
    <w:rsid w:val="006445F3"/>
    <w:rsid w:val="006459B3"/>
    <w:rsid w:val="00647A23"/>
    <w:rsid w:val="00647CD9"/>
    <w:rsid w:val="00651190"/>
    <w:rsid w:val="00651ADC"/>
    <w:rsid w:val="00651AEA"/>
    <w:rsid w:val="00651B2D"/>
    <w:rsid w:val="00651F21"/>
    <w:rsid w:val="00655A94"/>
    <w:rsid w:val="0065621A"/>
    <w:rsid w:val="00657525"/>
    <w:rsid w:val="006630C7"/>
    <w:rsid w:val="00667876"/>
    <w:rsid w:val="00671F13"/>
    <w:rsid w:val="006728A4"/>
    <w:rsid w:val="00675161"/>
    <w:rsid w:val="00680D07"/>
    <w:rsid w:val="00685795"/>
    <w:rsid w:val="00686DB2"/>
    <w:rsid w:val="00690018"/>
    <w:rsid w:val="006910EC"/>
    <w:rsid w:val="00693250"/>
    <w:rsid w:val="00694722"/>
    <w:rsid w:val="00694CB9"/>
    <w:rsid w:val="006957B0"/>
    <w:rsid w:val="00695976"/>
    <w:rsid w:val="00695A7A"/>
    <w:rsid w:val="00695B96"/>
    <w:rsid w:val="00697B0F"/>
    <w:rsid w:val="006A1B8B"/>
    <w:rsid w:val="006A27A5"/>
    <w:rsid w:val="006B10BB"/>
    <w:rsid w:val="006B15EF"/>
    <w:rsid w:val="006B54D6"/>
    <w:rsid w:val="006B57CD"/>
    <w:rsid w:val="006B5AFA"/>
    <w:rsid w:val="006C60E3"/>
    <w:rsid w:val="006C74FB"/>
    <w:rsid w:val="006C7892"/>
    <w:rsid w:val="006D43AA"/>
    <w:rsid w:val="006D4769"/>
    <w:rsid w:val="006D6AF0"/>
    <w:rsid w:val="006D6C08"/>
    <w:rsid w:val="006E0405"/>
    <w:rsid w:val="006E191B"/>
    <w:rsid w:val="006E3AE3"/>
    <w:rsid w:val="006E3E30"/>
    <w:rsid w:val="006E7731"/>
    <w:rsid w:val="006F3735"/>
    <w:rsid w:val="006F6709"/>
    <w:rsid w:val="0070251E"/>
    <w:rsid w:val="0070315A"/>
    <w:rsid w:val="0070322A"/>
    <w:rsid w:val="007064B2"/>
    <w:rsid w:val="007069FD"/>
    <w:rsid w:val="00707723"/>
    <w:rsid w:val="00711AD3"/>
    <w:rsid w:val="007130A4"/>
    <w:rsid w:val="007149B3"/>
    <w:rsid w:val="007158BD"/>
    <w:rsid w:val="007175E6"/>
    <w:rsid w:val="007212C8"/>
    <w:rsid w:val="007231D2"/>
    <w:rsid w:val="00723230"/>
    <w:rsid w:val="0072569A"/>
    <w:rsid w:val="00727331"/>
    <w:rsid w:val="0072750D"/>
    <w:rsid w:val="00730222"/>
    <w:rsid w:val="007336C4"/>
    <w:rsid w:val="00735002"/>
    <w:rsid w:val="00735AC1"/>
    <w:rsid w:val="00745A99"/>
    <w:rsid w:val="0074606D"/>
    <w:rsid w:val="00746FAA"/>
    <w:rsid w:val="00760565"/>
    <w:rsid w:val="0076174A"/>
    <w:rsid w:val="00762039"/>
    <w:rsid w:val="0076218B"/>
    <w:rsid w:val="00765C9E"/>
    <w:rsid w:val="00765F0C"/>
    <w:rsid w:val="007734A3"/>
    <w:rsid w:val="007736F1"/>
    <w:rsid w:val="007765A2"/>
    <w:rsid w:val="00777B20"/>
    <w:rsid w:val="00780FEE"/>
    <w:rsid w:val="00783A20"/>
    <w:rsid w:val="00783E1A"/>
    <w:rsid w:val="00786511"/>
    <w:rsid w:val="0078719F"/>
    <w:rsid w:val="00795BB4"/>
    <w:rsid w:val="00796D65"/>
    <w:rsid w:val="00796E0D"/>
    <w:rsid w:val="007A3EAC"/>
    <w:rsid w:val="007A4D98"/>
    <w:rsid w:val="007A7842"/>
    <w:rsid w:val="007B1682"/>
    <w:rsid w:val="007B172D"/>
    <w:rsid w:val="007B1BD5"/>
    <w:rsid w:val="007C0EE2"/>
    <w:rsid w:val="007C15D1"/>
    <w:rsid w:val="007C29C8"/>
    <w:rsid w:val="007C344F"/>
    <w:rsid w:val="007C42F1"/>
    <w:rsid w:val="007C5EDC"/>
    <w:rsid w:val="007C5FBE"/>
    <w:rsid w:val="007D1694"/>
    <w:rsid w:val="007D236D"/>
    <w:rsid w:val="007D2BEF"/>
    <w:rsid w:val="007D3758"/>
    <w:rsid w:val="007D58A7"/>
    <w:rsid w:val="007D6F43"/>
    <w:rsid w:val="007E044E"/>
    <w:rsid w:val="007E3D2E"/>
    <w:rsid w:val="007E4BF0"/>
    <w:rsid w:val="007E6040"/>
    <w:rsid w:val="007E6707"/>
    <w:rsid w:val="007F0727"/>
    <w:rsid w:val="007F1D68"/>
    <w:rsid w:val="007F2DA2"/>
    <w:rsid w:val="00800F44"/>
    <w:rsid w:val="008042C2"/>
    <w:rsid w:val="00805E40"/>
    <w:rsid w:val="008074E9"/>
    <w:rsid w:val="00811DA1"/>
    <w:rsid w:val="00814384"/>
    <w:rsid w:val="00814432"/>
    <w:rsid w:val="00816FE9"/>
    <w:rsid w:val="00826A31"/>
    <w:rsid w:val="00827505"/>
    <w:rsid w:val="008351F9"/>
    <w:rsid w:val="0083731F"/>
    <w:rsid w:val="0084099B"/>
    <w:rsid w:val="008439C0"/>
    <w:rsid w:val="008450A1"/>
    <w:rsid w:val="008451DE"/>
    <w:rsid w:val="008461F3"/>
    <w:rsid w:val="00850223"/>
    <w:rsid w:val="00852517"/>
    <w:rsid w:val="00856D17"/>
    <w:rsid w:val="00857442"/>
    <w:rsid w:val="0086127D"/>
    <w:rsid w:val="008612A8"/>
    <w:rsid w:val="008626E7"/>
    <w:rsid w:val="0086276C"/>
    <w:rsid w:val="0086307F"/>
    <w:rsid w:val="0086697A"/>
    <w:rsid w:val="00867944"/>
    <w:rsid w:val="0087228B"/>
    <w:rsid w:val="00875AAD"/>
    <w:rsid w:val="0088000F"/>
    <w:rsid w:val="008803B4"/>
    <w:rsid w:val="00884933"/>
    <w:rsid w:val="00884EE3"/>
    <w:rsid w:val="0089221F"/>
    <w:rsid w:val="008A167A"/>
    <w:rsid w:val="008A2CBC"/>
    <w:rsid w:val="008A333D"/>
    <w:rsid w:val="008A5460"/>
    <w:rsid w:val="008B0EF6"/>
    <w:rsid w:val="008B15C1"/>
    <w:rsid w:val="008B17F8"/>
    <w:rsid w:val="008B4C03"/>
    <w:rsid w:val="008B7633"/>
    <w:rsid w:val="008C1A6B"/>
    <w:rsid w:val="008C20DF"/>
    <w:rsid w:val="008C70DE"/>
    <w:rsid w:val="008D175F"/>
    <w:rsid w:val="008D4F6D"/>
    <w:rsid w:val="008D5365"/>
    <w:rsid w:val="008E10B5"/>
    <w:rsid w:val="008E1CE6"/>
    <w:rsid w:val="008E21E0"/>
    <w:rsid w:val="008E7682"/>
    <w:rsid w:val="008F22F8"/>
    <w:rsid w:val="008F27ED"/>
    <w:rsid w:val="008F3105"/>
    <w:rsid w:val="008F5860"/>
    <w:rsid w:val="008F5F35"/>
    <w:rsid w:val="008F652B"/>
    <w:rsid w:val="008F7823"/>
    <w:rsid w:val="009013CF"/>
    <w:rsid w:val="0090177B"/>
    <w:rsid w:val="0090563D"/>
    <w:rsid w:val="00913C82"/>
    <w:rsid w:val="00915166"/>
    <w:rsid w:val="00917523"/>
    <w:rsid w:val="00920417"/>
    <w:rsid w:val="00920B70"/>
    <w:rsid w:val="0092301E"/>
    <w:rsid w:val="009256AA"/>
    <w:rsid w:val="00927051"/>
    <w:rsid w:val="00927622"/>
    <w:rsid w:val="009323C1"/>
    <w:rsid w:val="00932E9B"/>
    <w:rsid w:val="00935552"/>
    <w:rsid w:val="00937C9B"/>
    <w:rsid w:val="00941923"/>
    <w:rsid w:val="00942CE7"/>
    <w:rsid w:val="00944E48"/>
    <w:rsid w:val="009460CD"/>
    <w:rsid w:val="00946930"/>
    <w:rsid w:val="00947AC0"/>
    <w:rsid w:val="00951AA3"/>
    <w:rsid w:val="00953774"/>
    <w:rsid w:val="00953E5D"/>
    <w:rsid w:val="00954933"/>
    <w:rsid w:val="009561CF"/>
    <w:rsid w:val="009565A8"/>
    <w:rsid w:val="00957DAB"/>
    <w:rsid w:val="00960827"/>
    <w:rsid w:val="00960E9E"/>
    <w:rsid w:val="00961084"/>
    <w:rsid w:val="00961E47"/>
    <w:rsid w:val="00962127"/>
    <w:rsid w:val="009709B4"/>
    <w:rsid w:val="00971197"/>
    <w:rsid w:val="00971DCA"/>
    <w:rsid w:val="00975D05"/>
    <w:rsid w:val="00976316"/>
    <w:rsid w:val="0097780D"/>
    <w:rsid w:val="00983AAB"/>
    <w:rsid w:val="00986DD7"/>
    <w:rsid w:val="00990621"/>
    <w:rsid w:val="00992461"/>
    <w:rsid w:val="00994D93"/>
    <w:rsid w:val="009954B8"/>
    <w:rsid w:val="009A1050"/>
    <w:rsid w:val="009A3F25"/>
    <w:rsid w:val="009A444D"/>
    <w:rsid w:val="009A4BB1"/>
    <w:rsid w:val="009A7D36"/>
    <w:rsid w:val="009A7E8A"/>
    <w:rsid w:val="009B0B63"/>
    <w:rsid w:val="009B1288"/>
    <w:rsid w:val="009B39C1"/>
    <w:rsid w:val="009B45D0"/>
    <w:rsid w:val="009B5A1D"/>
    <w:rsid w:val="009B5B0E"/>
    <w:rsid w:val="009B6E4C"/>
    <w:rsid w:val="009B7B76"/>
    <w:rsid w:val="009C3518"/>
    <w:rsid w:val="009C46EC"/>
    <w:rsid w:val="009C49C4"/>
    <w:rsid w:val="009C587B"/>
    <w:rsid w:val="009C5D11"/>
    <w:rsid w:val="009C673E"/>
    <w:rsid w:val="009C689C"/>
    <w:rsid w:val="009C7386"/>
    <w:rsid w:val="009C7946"/>
    <w:rsid w:val="009D023A"/>
    <w:rsid w:val="009D069A"/>
    <w:rsid w:val="009D11F9"/>
    <w:rsid w:val="009D328D"/>
    <w:rsid w:val="009D4073"/>
    <w:rsid w:val="009D46FD"/>
    <w:rsid w:val="009D4E6F"/>
    <w:rsid w:val="009D6878"/>
    <w:rsid w:val="009D7579"/>
    <w:rsid w:val="009E18A4"/>
    <w:rsid w:val="009E3509"/>
    <w:rsid w:val="009E48F5"/>
    <w:rsid w:val="009E782B"/>
    <w:rsid w:val="009F1659"/>
    <w:rsid w:val="009F1F2F"/>
    <w:rsid w:val="009F2467"/>
    <w:rsid w:val="009F2EC8"/>
    <w:rsid w:val="009F481A"/>
    <w:rsid w:val="009F487D"/>
    <w:rsid w:val="009F4CAA"/>
    <w:rsid w:val="009F4CE2"/>
    <w:rsid w:val="00A05FE6"/>
    <w:rsid w:val="00A073C4"/>
    <w:rsid w:val="00A07A0B"/>
    <w:rsid w:val="00A11D28"/>
    <w:rsid w:val="00A11E6B"/>
    <w:rsid w:val="00A15952"/>
    <w:rsid w:val="00A223AC"/>
    <w:rsid w:val="00A2242D"/>
    <w:rsid w:val="00A226A1"/>
    <w:rsid w:val="00A22E2C"/>
    <w:rsid w:val="00A23415"/>
    <w:rsid w:val="00A23FAD"/>
    <w:rsid w:val="00A26352"/>
    <w:rsid w:val="00A358A8"/>
    <w:rsid w:val="00A42578"/>
    <w:rsid w:val="00A4320D"/>
    <w:rsid w:val="00A43AE8"/>
    <w:rsid w:val="00A44DB3"/>
    <w:rsid w:val="00A45D66"/>
    <w:rsid w:val="00A50ABA"/>
    <w:rsid w:val="00A54505"/>
    <w:rsid w:val="00A54AF7"/>
    <w:rsid w:val="00A5732A"/>
    <w:rsid w:val="00A616C2"/>
    <w:rsid w:val="00A6315E"/>
    <w:rsid w:val="00A6495D"/>
    <w:rsid w:val="00A705F4"/>
    <w:rsid w:val="00A721BE"/>
    <w:rsid w:val="00A7237D"/>
    <w:rsid w:val="00A73697"/>
    <w:rsid w:val="00A75647"/>
    <w:rsid w:val="00A817AC"/>
    <w:rsid w:val="00A81BB5"/>
    <w:rsid w:val="00A8485E"/>
    <w:rsid w:val="00A85BAD"/>
    <w:rsid w:val="00A86310"/>
    <w:rsid w:val="00A8638C"/>
    <w:rsid w:val="00A90C00"/>
    <w:rsid w:val="00A91DC6"/>
    <w:rsid w:val="00A92570"/>
    <w:rsid w:val="00A93F35"/>
    <w:rsid w:val="00A95DAB"/>
    <w:rsid w:val="00A96006"/>
    <w:rsid w:val="00A9766D"/>
    <w:rsid w:val="00AA2581"/>
    <w:rsid w:val="00AA2966"/>
    <w:rsid w:val="00AA4C3D"/>
    <w:rsid w:val="00AA76B8"/>
    <w:rsid w:val="00AB014B"/>
    <w:rsid w:val="00AB10C4"/>
    <w:rsid w:val="00AB270A"/>
    <w:rsid w:val="00AC437C"/>
    <w:rsid w:val="00AC4A63"/>
    <w:rsid w:val="00AC4F9A"/>
    <w:rsid w:val="00AC7D9E"/>
    <w:rsid w:val="00AD1798"/>
    <w:rsid w:val="00AD5788"/>
    <w:rsid w:val="00AE37A8"/>
    <w:rsid w:val="00AE601E"/>
    <w:rsid w:val="00AE61EE"/>
    <w:rsid w:val="00AE6D38"/>
    <w:rsid w:val="00AF2AE2"/>
    <w:rsid w:val="00AF4D37"/>
    <w:rsid w:val="00AF69DA"/>
    <w:rsid w:val="00B0246A"/>
    <w:rsid w:val="00B031A6"/>
    <w:rsid w:val="00B04013"/>
    <w:rsid w:val="00B04E46"/>
    <w:rsid w:val="00B05967"/>
    <w:rsid w:val="00B05C09"/>
    <w:rsid w:val="00B06BBA"/>
    <w:rsid w:val="00B1001E"/>
    <w:rsid w:val="00B10BD2"/>
    <w:rsid w:val="00B13529"/>
    <w:rsid w:val="00B137B7"/>
    <w:rsid w:val="00B14D85"/>
    <w:rsid w:val="00B14FFD"/>
    <w:rsid w:val="00B25F74"/>
    <w:rsid w:val="00B26C9C"/>
    <w:rsid w:val="00B312DC"/>
    <w:rsid w:val="00B318C3"/>
    <w:rsid w:val="00B339B1"/>
    <w:rsid w:val="00B339CE"/>
    <w:rsid w:val="00B3488C"/>
    <w:rsid w:val="00B34CA1"/>
    <w:rsid w:val="00B3589F"/>
    <w:rsid w:val="00B35A39"/>
    <w:rsid w:val="00B379E9"/>
    <w:rsid w:val="00B40958"/>
    <w:rsid w:val="00B40C6F"/>
    <w:rsid w:val="00B41899"/>
    <w:rsid w:val="00B5280A"/>
    <w:rsid w:val="00B529B8"/>
    <w:rsid w:val="00B52ABF"/>
    <w:rsid w:val="00B52BF0"/>
    <w:rsid w:val="00B54C03"/>
    <w:rsid w:val="00B62FDE"/>
    <w:rsid w:val="00B636A0"/>
    <w:rsid w:val="00B653BE"/>
    <w:rsid w:val="00B70AE5"/>
    <w:rsid w:val="00B7153D"/>
    <w:rsid w:val="00B7231A"/>
    <w:rsid w:val="00B725AE"/>
    <w:rsid w:val="00B727FC"/>
    <w:rsid w:val="00B72AF5"/>
    <w:rsid w:val="00B74727"/>
    <w:rsid w:val="00B74915"/>
    <w:rsid w:val="00B75253"/>
    <w:rsid w:val="00B75ADC"/>
    <w:rsid w:val="00B803D1"/>
    <w:rsid w:val="00B8291B"/>
    <w:rsid w:val="00B83848"/>
    <w:rsid w:val="00B83CD6"/>
    <w:rsid w:val="00B84C6A"/>
    <w:rsid w:val="00B85E59"/>
    <w:rsid w:val="00B864D6"/>
    <w:rsid w:val="00B9535E"/>
    <w:rsid w:val="00B96DD3"/>
    <w:rsid w:val="00B97F9B"/>
    <w:rsid w:val="00BA4FE0"/>
    <w:rsid w:val="00BA5F85"/>
    <w:rsid w:val="00BB1CA2"/>
    <w:rsid w:val="00BB4833"/>
    <w:rsid w:val="00BB4DA6"/>
    <w:rsid w:val="00BB729A"/>
    <w:rsid w:val="00BC14C9"/>
    <w:rsid w:val="00BC498B"/>
    <w:rsid w:val="00BC56F4"/>
    <w:rsid w:val="00BD09CA"/>
    <w:rsid w:val="00BD162D"/>
    <w:rsid w:val="00BD48CF"/>
    <w:rsid w:val="00BD7733"/>
    <w:rsid w:val="00BD7D8B"/>
    <w:rsid w:val="00BE3D38"/>
    <w:rsid w:val="00BE7022"/>
    <w:rsid w:val="00BE7C2C"/>
    <w:rsid w:val="00BE7D97"/>
    <w:rsid w:val="00BF2ABF"/>
    <w:rsid w:val="00BF2CFA"/>
    <w:rsid w:val="00BF30DA"/>
    <w:rsid w:val="00BF5A60"/>
    <w:rsid w:val="00BF611C"/>
    <w:rsid w:val="00BF6F62"/>
    <w:rsid w:val="00BF72A3"/>
    <w:rsid w:val="00C00399"/>
    <w:rsid w:val="00C00A69"/>
    <w:rsid w:val="00C0116D"/>
    <w:rsid w:val="00C022B2"/>
    <w:rsid w:val="00C041F6"/>
    <w:rsid w:val="00C046AD"/>
    <w:rsid w:val="00C0524D"/>
    <w:rsid w:val="00C07E33"/>
    <w:rsid w:val="00C12222"/>
    <w:rsid w:val="00C14A3C"/>
    <w:rsid w:val="00C227D8"/>
    <w:rsid w:val="00C24F88"/>
    <w:rsid w:val="00C25572"/>
    <w:rsid w:val="00C26968"/>
    <w:rsid w:val="00C34116"/>
    <w:rsid w:val="00C36C21"/>
    <w:rsid w:val="00C42E36"/>
    <w:rsid w:val="00C472E5"/>
    <w:rsid w:val="00C478AB"/>
    <w:rsid w:val="00C5044C"/>
    <w:rsid w:val="00C51284"/>
    <w:rsid w:val="00C569E4"/>
    <w:rsid w:val="00C56BA8"/>
    <w:rsid w:val="00C60D5E"/>
    <w:rsid w:val="00C60D71"/>
    <w:rsid w:val="00C62FD1"/>
    <w:rsid w:val="00C6503E"/>
    <w:rsid w:val="00C662D0"/>
    <w:rsid w:val="00C663DC"/>
    <w:rsid w:val="00C66C4D"/>
    <w:rsid w:val="00C66FC1"/>
    <w:rsid w:val="00C67629"/>
    <w:rsid w:val="00C76810"/>
    <w:rsid w:val="00C77D05"/>
    <w:rsid w:val="00C77E06"/>
    <w:rsid w:val="00C8092F"/>
    <w:rsid w:val="00C82BA3"/>
    <w:rsid w:val="00C835B1"/>
    <w:rsid w:val="00C85D66"/>
    <w:rsid w:val="00C874D4"/>
    <w:rsid w:val="00C87E3E"/>
    <w:rsid w:val="00C9079B"/>
    <w:rsid w:val="00C91395"/>
    <w:rsid w:val="00C934BF"/>
    <w:rsid w:val="00C95976"/>
    <w:rsid w:val="00C977FE"/>
    <w:rsid w:val="00C97EBB"/>
    <w:rsid w:val="00CA3583"/>
    <w:rsid w:val="00CA6EAE"/>
    <w:rsid w:val="00CB31BD"/>
    <w:rsid w:val="00CB368D"/>
    <w:rsid w:val="00CB4CAC"/>
    <w:rsid w:val="00CB5CF4"/>
    <w:rsid w:val="00CB5EE1"/>
    <w:rsid w:val="00CB6449"/>
    <w:rsid w:val="00CB7738"/>
    <w:rsid w:val="00CC08BE"/>
    <w:rsid w:val="00CC0A4A"/>
    <w:rsid w:val="00CC1956"/>
    <w:rsid w:val="00CC19B8"/>
    <w:rsid w:val="00CC20F5"/>
    <w:rsid w:val="00CC21ED"/>
    <w:rsid w:val="00CC2488"/>
    <w:rsid w:val="00CC2D41"/>
    <w:rsid w:val="00CC32AF"/>
    <w:rsid w:val="00CC43F8"/>
    <w:rsid w:val="00CC4ED5"/>
    <w:rsid w:val="00CC5D92"/>
    <w:rsid w:val="00CC6B5F"/>
    <w:rsid w:val="00CC74FD"/>
    <w:rsid w:val="00CD2FA6"/>
    <w:rsid w:val="00CD3D54"/>
    <w:rsid w:val="00CD683B"/>
    <w:rsid w:val="00CE003C"/>
    <w:rsid w:val="00CE0A97"/>
    <w:rsid w:val="00CE130E"/>
    <w:rsid w:val="00CE1517"/>
    <w:rsid w:val="00CE1977"/>
    <w:rsid w:val="00CE3576"/>
    <w:rsid w:val="00CE3AD4"/>
    <w:rsid w:val="00CE5FDD"/>
    <w:rsid w:val="00D018D1"/>
    <w:rsid w:val="00D0247C"/>
    <w:rsid w:val="00D03390"/>
    <w:rsid w:val="00D04B7E"/>
    <w:rsid w:val="00D050A3"/>
    <w:rsid w:val="00D07126"/>
    <w:rsid w:val="00D07394"/>
    <w:rsid w:val="00D07869"/>
    <w:rsid w:val="00D07A54"/>
    <w:rsid w:val="00D116E3"/>
    <w:rsid w:val="00D1223A"/>
    <w:rsid w:val="00D124E6"/>
    <w:rsid w:val="00D132C0"/>
    <w:rsid w:val="00D14D0A"/>
    <w:rsid w:val="00D1788C"/>
    <w:rsid w:val="00D21E19"/>
    <w:rsid w:val="00D236AB"/>
    <w:rsid w:val="00D23B20"/>
    <w:rsid w:val="00D25CD1"/>
    <w:rsid w:val="00D304E1"/>
    <w:rsid w:val="00D35C75"/>
    <w:rsid w:val="00D35E59"/>
    <w:rsid w:val="00D36A2D"/>
    <w:rsid w:val="00D377EF"/>
    <w:rsid w:val="00D40E3B"/>
    <w:rsid w:val="00D42A74"/>
    <w:rsid w:val="00D43944"/>
    <w:rsid w:val="00D4561F"/>
    <w:rsid w:val="00D45747"/>
    <w:rsid w:val="00D57945"/>
    <w:rsid w:val="00D61406"/>
    <w:rsid w:val="00D6293F"/>
    <w:rsid w:val="00D630B0"/>
    <w:rsid w:val="00D636F9"/>
    <w:rsid w:val="00D66B56"/>
    <w:rsid w:val="00D67A1B"/>
    <w:rsid w:val="00D7153B"/>
    <w:rsid w:val="00D72B5E"/>
    <w:rsid w:val="00D76800"/>
    <w:rsid w:val="00D83230"/>
    <w:rsid w:val="00D87D1B"/>
    <w:rsid w:val="00D92485"/>
    <w:rsid w:val="00D9500A"/>
    <w:rsid w:val="00D96BF1"/>
    <w:rsid w:val="00D973B8"/>
    <w:rsid w:val="00DA46F3"/>
    <w:rsid w:val="00DB0C87"/>
    <w:rsid w:val="00DB1DB5"/>
    <w:rsid w:val="00DB1DDC"/>
    <w:rsid w:val="00DB6C58"/>
    <w:rsid w:val="00DC010F"/>
    <w:rsid w:val="00DC7F84"/>
    <w:rsid w:val="00DD172C"/>
    <w:rsid w:val="00DD432C"/>
    <w:rsid w:val="00DD6156"/>
    <w:rsid w:val="00DD6837"/>
    <w:rsid w:val="00DE039B"/>
    <w:rsid w:val="00DE06AC"/>
    <w:rsid w:val="00DE550D"/>
    <w:rsid w:val="00DE5DB0"/>
    <w:rsid w:val="00DF1764"/>
    <w:rsid w:val="00DF1907"/>
    <w:rsid w:val="00DF1AE1"/>
    <w:rsid w:val="00DF2ACD"/>
    <w:rsid w:val="00DF48D4"/>
    <w:rsid w:val="00E01C35"/>
    <w:rsid w:val="00E04917"/>
    <w:rsid w:val="00E07F8B"/>
    <w:rsid w:val="00E11209"/>
    <w:rsid w:val="00E12BCC"/>
    <w:rsid w:val="00E14B09"/>
    <w:rsid w:val="00E14C83"/>
    <w:rsid w:val="00E16AFB"/>
    <w:rsid w:val="00E20F16"/>
    <w:rsid w:val="00E21234"/>
    <w:rsid w:val="00E21C3C"/>
    <w:rsid w:val="00E22599"/>
    <w:rsid w:val="00E22B13"/>
    <w:rsid w:val="00E24D9B"/>
    <w:rsid w:val="00E25BC6"/>
    <w:rsid w:val="00E2707D"/>
    <w:rsid w:val="00E30418"/>
    <w:rsid w:val="00E315FD"/>
    <w:rsid w:val="00E42260"/>
    <w:rsid w:val="00E46993"/>
    <w:rsid w:val="00E53BCB"/>
    <w:rsid w:val="00E57558"/>
    <w:rsid w:val="00E57B28"/>
    <w:rsid w:val="00E57B89"/>
    <w:rsid w:val="00E63E41"/>
    <w:rsid w:val="00E65953"/>
    <w:rsid w:val="00E65FB6"/>
    <w:rsid w:val="00E66EEF"/>
    <w:rsid w:val="00E67D07"/>
    <w:rsid w:val="00E715C1"/>
    <w:rsid w:val="00E72209"/>
    <w:rsid w:val="00E72F06"/>
    <w:rsid w:val="00E730E1"/>
    <w:rsid w:val="00E73288"/>
    <w:rsid w:val="00E737DF"/>
    <w:rsid w:val="00E7556E"/>
    <w:rsid w:val="00E76B24"/>
    <w:rsid w:val="00E76C08"/>
    <w:rsid w:val="00E77379"/>
    <w:rsid w:val="00E7797B"/>
    <w:rsid w:val="00E81C22"/>
    <w:rsid w:val="00E85828"/>
    <w:rsid w:val="00E85968"/>
    <w:rsid w:val="00E90AB3"/>
    <w:rsid w:val="00E9319D"/>
    <w:rsid w:val="00E938E3"/>
    <w:rsid w:val="00E94411"/>
    <w:rsid w:val="00E95B03"/>
    <w:rsid w:val="00E9732D"/>
    <w:rsid w:val="00E97B2B"/>
    <w:rsid w:val="00E97FE6"/>
    <w:rsid w:val="00EA073C"/>
    <w:rsid w:val="00EA2FD2"/>
    <w:rsid w:val="00EA57CE"/>
    <w:rsid w:val="00EA6E41"/>
    <w:rsid w:val="00EA7B6C"/>
    <w:rsid w:val="00EB1CED"/>
    <w:rsid w:val="00EB521F"/>
    <w:rsid w:val="00EB5CB1"/>
    <w:rsid w:val="00EC4021"/>
    <w:rsid w:val="00EC4C08"/>
    <w:rsid w:val="00ED5A13"/>
    <w:rsid w:val="00ED78A7"/>
    <w:rsid w:val="00EE3588"/>
    <w:rsid w:val="00EE454A"/>
    <w:rsid w:val="00EE7257"/>
    <w:rsid w:val="00EE730B"/>
    <w:rsid w:val="00EF17AD"/>
    <w:rsid w:val="00EF3ADF"/>
    <w:rsid w:val="00EF68BB"/>
    <w:rsid w:val="00EF71C4"/>
    <w:rsid w:val="00F022A4"/>
    <w:rsid w:val="00F0337D"/>
    <w:rsid w:val="00F03DF2"/>
    <w:rsid w:val="00F05448"/>
    <w:rsid w:val="00F07B79"/>
    <w:rsid w:val="00F14F47"/>
    <w:rsid w:val="00F20439"/>
    <w:rsid w:val="00F20ED5"/>
    <w:rsid w:val="00F21E5E"/>
    <w:rsid w:val="00F220A4"/>
    <w:rsid w:val="00F2373B"/>
    <w:rsid w:val="00F23B13"/>
    <w:rsid w:val="00F2497C"/>
    <w:rsid w:val="00F257C3"/>
    <w:rsid w:val="00F30D2D"/>
    <w:rsid w:val="00F3427C"/>
    <w:rsid w:val="00F35873"/>
    <w:rsid w:val="00F46162"/>
    <w:rsid w:val="00F47F86"/>
    <w:rsid w:val="00F5039B"/>
    <w:rsid w:val="00F534D9"/>
    <w:rsid w:val="00F54574"/>
    <w:rsid w:val="00F54C1A"/>
    <w:rsid w:val="00F60AC2"/>
    <w:rsid w:val="00F60B97"/>
    <w:rsid w:val="00F61E94"/>
    <w:rsid w:val="00F63BD4"/>
    <w:rsid w:val="00F66FAD"/>
    <w:rsid w:val="00F70ED8"/>
    <w:rsid w:val="00F730DE"/>
    <w:rsid w:val="00F74A5D"/>
    <w:rsid w:val="00F824D2"/>
    <w:rsid w:val="00F83768"/>
    <w:rsid w:val="00F8411E"/>
    <w:rsid w:val="00F85CE0"/>
    <w:rsid w:val="00F86442"/>
    <w:rsid w:val="00F87F59"/>
    <w:rsid w:val="00F9557A"/>
    <w:rsid w:val="00F95635"/>
    <w:rsid w:val="00F957D5"/>
    <w:rsid w:val="00F96978"/>
    <w:rsid w:val="00FA1E08"/>
    <w:rsid w:val="00FA5747"/>
    <w:rsid w:val="00FA7899"/>
    <w:rsid w:val="00FA7A54"/>
    <w:rsid w:val="00FB06B2"/>
    <w:rsid w:val="00FB1975"/>
    <w:rsid w:val="00FB2C12"/>
    <w:rsid w:val="00FB4FEE"/>
    <w:rsid w:val="00FB5683"/>
    <w:rsid w:val="00FB7C09"/>
    <w:rsid w:val="00FC045C"/>
    <w:rsid w:val="00FC3EFE"/>
    <w:rsid w:val="00FC4EEB"/>
    <w:rsid w:val="00FD1C17"/>
    <w:rsid w:val="00FD3823"/>
    <w:rsid w:val="00FD429B"/>
    <w:rsid w:val="00FD47E1"/>
    <w:rsid w:val="00FD4AB6"/>
    <w:rsid w:val="00FE171F"/>
    <w:rsid w:val="00FE259E"/>
    <w:rsid w:val="00FE4E09"/>
    <w:rsid w:val="00FE504F"/>
    <w:rsid w:val="00FE5B46"/>
    <w:rsid w:val="00FE66A5"/>
    <w:rsid w:val="00FE6F48"/>
    <w:rsid w:val="00FF005B"/>
    <w:rsid w:val="00FF1562"/>
    <w:rsid w:val="00FF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24CA2"/>
  <w15:docId w15:val="{175E01B5-49A3-4252-974E-EE320E12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59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left="-426" w:firstLine="426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character" w:styleId="a4">
    <w:name w:val="Hyperlink"/>
    <w:rPr>
      <w:color w:val="0000FF"/>
      <w:u w:val="single"/>
    </w:rPr>
  </w:style>
  <w:style w:type="paragraph" w:styleId="a5">
    <w:name w:val="Body Text"/>
    <w:basedOn w:val="a"/>
    <w:link w:val="a6"/>
    <w:pPr>
      <w:jc w:val="both"/>
    </w:pPr>
    <w:rPr>
      <w:sz w:val="28"/>
      <w:lang w:val="x-none" w:eastAsia="x-none"/>
    </w:rPr>
  </w:style>
  <w:style w:type="paragraph" w:styleId="20">
    <w:name w:val="Body Text Indent 2"/>
    <w:basedOn w:val="a"/>
    <w:pPr>
      <w:ind w:firstLine="851"/>
      <w:jc w:val="both"/>
    </w:pPr>
    <w:rPr>
      <w:szCs w:val="20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7">
    <w:name w:val="Normal (Web)"/>
    <w:basedOn w:val="a"/>
    <w:uiPriority w:val="99"/>
    <w:pPr>
      <w:spacing w:before="20" w:after="20"/>
      <w:ind w:left="200" w:right="200" w:firstLine="600"/>
    </w:pPr>
    <w:rPr>
      <w:rFonts w:ascii="Arial" w:eastAsia="Arial Unicode MS" w:hAnsi="Arial" w:cs="Arial"/>
      <w:color w:val="000000"/>
      <w:sz w:val="18"/>
      <w:szCs w:val="18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page number"/>
    <w:basedOn w:val="a0"/>
  </w:style>
  <w:style w:type="table" w:styleId="ab">
    <w:name w:val="Table Grid"/>
    <w:basedOn w:val="a1"/>
    <w:uiPriority w:val="59"/>
    <w:rsid w:val="00485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B0246A"/>
    <w:rPr>
      <w:sz w:val="28"/>
      <w:szCs w:val="24"/>
    </w:rPr>
  </w:style>
  <w:style w:type="paragraph" w:styleId="ac">
    <w:name w:val="No Spacing"/>
    <w:uiPriority w:val="1"/>
    <w:qFormat/>
    <w:rsid w:val="003F5A9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352B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d">
    <w:name w:val="Strong"/>
    <w:uiPriority w:val="22"/>
    <w:qFormat/>
    <w:rsid w:val="00281C7B"/>
    <w:rPr>
      <w:b/>
      <w:bCs/>
    </w:rPr>
  </w:style>
  <w:style w:type="paragraph" w:styleId="ae">
    <w:name w:val="Subtitle"/>
    <w:basedOn w:val="a"/>
    <w:next w:val="a"/>
    <w:link w:val="af"/>
    <w:uiPriority w:val="11"/>
    <w:qFormat/>
    <w:rsid w:val="0090563D"/>
    <w:pPr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character" w:customStyle="1" w:styleId="af">
    <w:name w:val="Подзаголовок Знак"/>
    <w:link w:val="ae"/>
    <w:uiPriority w:val="11"/>
    <w:rsid w:val="0090563D"/>
    <w:rPr>
      <w:rFonts w:ascii="Cambria" w:hAnsi="Cambria"/>
      <w:sz w:val="24"/>
      <w:szCs w:val="24"/>
      <w:lang w:eastAsia="en-US"/>
    </w:rPr>
  </w:style>
  <w:style w:type="character" w:styleId="af0">
    <w:name w:val="Emphasis"/>
    <w:qFormat/>
    <w:rsid w:val="0061216A"/>
    <w:rPr>
      <w:i/>
      <w:iCs/>
    </w:rPr>
  </w:style>
  <w:style w:type="paragraph" w:customStyle="1" w:styleId="ConsPlusNormal">
    <w:name w:val="ConsPlusNormal"/>
    <w:rsid w:val="00D76800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Balloon Text"/>
    <w:basedOn w:val="a"/>
    <w:link w:val="af2"/>
    <w:rsid w:val="001A342D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1A34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3E13F7"/>
    <w:rPr>
      <w:b/>
      <w:sz w:val="22"/>
    </w:rPr>
  </w:style>
  <w:style w:type="character" w:customStyle="1" w:styleId="value1">
    <w:name w:val="value1"/>
    <w:basedOn w:val="a0"/>
    <w:rsid w:val="00AD1798"/>
  </w:style>
  <w:style w:type="paragraph" w:styleId="af3">
    <w:name w:val="List Paragraph"/>
    <w:basedOn w:val="a"/>
    <w:uiPriority w:val="34"/>
    <w:qFormat/>
    <w:rsid w:val="006C78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C789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infotextbold">
    <w:name w:val="infotextbold"/>
    <w:basedOn w:val="a0"/>
    <w:rsid w:val="001659E0"/>
  </w:style>
  <w:style w:type="character" w:customStyle="1" w:styleId="a9">
    <w:name w:val="Верхний колонтитул Знак"/>
    <w:link w:val="a8"/>
    <w:uiPriority w:val="99"/>
    <w:locked/>
    <w:rsid w:val="004A3085"/>
    <w:rPr>
      <w:sz w:val="24"/>
      <w:szCs w:val="24"/>
    </w:rPr>
  </w:style>
  <w:style w:type="paragraph" w:customStyle="1" w:styleId="af4">
    <w:name w:val="Заголовок к тексту"/>
    <w:basedOn w:val="a"/>
    <w:next w:val="a5"/>
    <w:rsid w:val="004A3085"/>
    <w:pPr>
      <w:suppressAutoHyphens/>
      <w:spacing w:after="480" w:line="240" w:lineRule="exact"/>
    </w:pPr>
    <w:rPr>
      <w:b/>
      <w:sz w:val="28"/>
      <w:szCs w:val="20"/>
    </w:rPr>
  </w:style>
  <w:style w:type="paragraph" w:styleId="af5">
    <w:name w:val="footer"/>
    <w:basedOn w:val="a"/>
    <w:link w:val="af6"/>
    <w:unhideWhenUsed/>
    <w:rsid w:val="001B65E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1B65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6143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3984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15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11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4244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88545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9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ortal.fppd.cgkipd.ru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lga\&#1056;&#1072;&#1073;&#1086;&#1095;&#1080;&#1081;%20&#1089;&#1090;&#1086;&#1083;\&#1041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DD6C1-37B4-4EA4-AC2C-BC26790B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Бланк.dot</Template>
  <TotalTime>123</TotalTime>
  <Pages>2</Pages>
  <Words>346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ОблКомЗем</Company>
  <LinksUpToDate>false</LinksUpToDate>
  <CharactersWithSpaces>3043</CharactersWithSpaces>
  <SharedDoc>false</SharedDoc>
  <HLinks>
    <vt:vector size="6" baseType="variant">
      <vt:variant>
        <vt:i4>620889119</vt:i4>
      </vt:variant>
      <vt:variant>
        <vt:i4>-1</vt:i4>
      </vt:variant>
      <vt:variant>
        <vt:i4>1029</vt:i4>
      </vt:variant>
      <vt:variant>
        <vt:i4>1</vt:i4>
      </vt:variant>
      <vt:variant>
        <vt:lpwstr>C:\Documents and Settings\Лариса\Мои документы\Кадастр-1\№ 6 от 10 августа 2000 года.files\gb_black.gif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admin</cp:lastModifiedBy>
  <cp:revision>4</cp:revision>
  <cp:lastPrinted>2023-09-20T11:40:00Z</cp:lastPrinted>
  <dcterms:created xsi:type="dcterms:W3CDTF">2023-09-19T04:33:00Z</dcterms:created>
  <dcterms:modified xsi:type="dcterms:W3CDTF">2023-09-20T11:40:00Z</dcterms:modified>
</cp:coreProperties>
</file>